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0"/>
        <w:gridCol w:w="6940"/>
      </w:tblGrid>
      <w:tr w:rsidR="0078624C" w:rsidRPr="00AA74BD" w14:paraId="78F676E0" w14:textId="77777777" w:rsidTr="0078624C">
        <w:tc>
          <w:tcPr>
            <w:tcW w:w="250" w:type="dxa"/>
          </w:tcPr>
          <w:p w14:paraId="1F5632DC" w14:textId="77777777" w:rsidR="0078624C" w:rsidRDefault="0078624C" w:rsidP="0078624C">
            <w:pPr>
              <w:tabs>
                <w:tab w:val="left" w:pos="990"/>
              </w:tabs>
            </w:pPr>
          </w:p>
        </w:tc>
        <w:tc>
          <w:tcPr>
            <w:tcW w:w="6940" w:type="dxa"/>
          </w:tcPr>
          <w:p w14:paraId="3B4D38B8" w14:textId="77777777" w:rsidR="0078624C" w:rsidRPr="00FE5B67" w:rsidRDefault="0078624C" w:rsidP="0078624C">
            <w:pPr>
              <w:pStyle w:val="Heading2"/>
            </w:pPr>
            <w:r w:rsidRPr="00FE5B67">
              <w:t>OBJECTIVE</w:t>
            </w:r>
          </w:p>
          <w:p w14:paraId="1C85BD1E" w14:textId="77777777" w:rsidR="0078624C" w:rsidRPr="00FE5B67" w:rsidRDefault="0078624C" w:rsidP="0078624C">
            <w:pPr>
              <w:pStyle w:val="Heading4"/>
            </w:pPr>
          </w:p>
          <w:p w14:paraId="51B4EC4F" w14:textId="77777777" w:rsidR="0078624C" w:rsidRPr="00FE5B67" w:rsidRDefault="0078624C" w:rsidP="0078624C">
            <w:pPr>
              <w:rPr>
                <w:rFonts w:ascii="Bahnschrift" w:hAnsi="Bahnschrift"/>
              </w:rPr>
            </w:pPr>
            <w:r w:rsidRPr="00FE5B67">
              <w:rPr>
                <w:rFonts w:ascii="Bahnschrift" w:hAnsi="Bahnschrift"/>
              </w:rPr>
              <w:t>To work with an organization where can learn new skills and increase my abilities for the organizational goals as well as myself.</w:t>
            </w:r>
          </w:p>
          <w:p w14:paraId="1A696502" w14:textId="77777777" w:rsidR="00181CC8" w:rsidRPr="00FE5B67" w:rsidRDefault="00181CC8" w:rsidP="00181CC8">
            <w:pPr>
              <w:pStyle w:val="Heading2"/>
              <w:rPr>
                <w:lang w:val="en-IN"/>
              </w:rPr>
            </w:pPr>
            <w:r w:rsidRPr="00FE5B67">
              <w:t>education Qualification</w:t>
            </w:r>
          </w:p>
          <w:p w14:paraId="5854AAFB" w14:textId="77777777" w:rsidR="00181CC8" w:rsidRPr="00FE5B67" w:rsidRDefault="00181CC8" w:rsidP="00181CC8">
            <w:pPr>
              <w:pStyle w:val="Date"/>
              <w:numPr>
                <w:ilvl w:val="0"/>
                <w:numId w:val="1"/>
              </w:numPr>
              <w:rPr>
                <w:rFonts w:ascii="Bahnschrift" w:hAnsi="Bahnschrift" w:cs="Arial"/>
              </w:rPr>
            </w:pPr>
            <w:r w:rsidRPr="00FE5B67">
              <w:rPr>
                <w:rFonts w:ascii="Bahnschrift" w:hAnsi="Bahnschrift" w:cs="Arial"/>
              </w:rPr>
              <w:t>Pursuing B.COM 3</w:t>
            </w:r>
            <w:r w:rsidRPr="00FE5B67">
              <w:rPr>
                <w:rFonts w:ascii="Bahnschrift" w:hAnsi="Bahnschrift" w:cs="Arial"/>
                <w:vertAlign w:val="superscript"/>
              </w:rPr>
              <w:t>rd</w:t>
            </w:r>
            <w:r w:rsidRPr="00FE5B67">
              <w:rPr>
                <w:rFonts w:ascii="Bahnschrift" w:hAnsi="Bahnschrift" w:cs="Arial"/>
              </w:rPr>
              <w:t xml:space="preserve"> year from Delhi university</w:t>
            </w:r>
          </w:p>
          <w:p w14:paraId="4330544C" w14:textId="77777777" w:rsidR="00181CC8" w:rsidRPr="00FE5B67" w:rsidRDefault="00181CC8" w:rsidP="00181CC8">
            <w:pPr>
              <w:pStyle w:val="ListParagraph"/>
              <w:numPr>
                <w:ilvl w:val="0"/>
                <w:numId w:val="1"/>
              </w:numPr>
              <w:rPr>
                <w:rFonts w:ascii="Bahnschrift" w:hAnsi="Bahnschrift" w:cs="Arial"/>
              </w:rPr>
            </w:pPr>
            <w:r w:rsidRPr="00FE5B67">
              <w:rPr>
                <w:rFonts w:ascii="Bahnschrift" w:hAnsi="Bahnschrift" w:cs="Arial"/>
              </w:rPr>
              <w:t>Passed out 12</w:t>
            </w:r>
            <w:r w:rsidRPr="00FE5B67">
              <w:rPr>
                <w:rFonts w:ascii="Bahnschrift" w:hAnsi="Bahnschrift" w:cs="Arial"/>
                <w:vertAlign w:val="superscript"/>
              </w:rPr>
              <w:t>th</w:t>
            </w:r>
            <w:r w:rsidRPr="00FE5B67">
              <w:rPr>
                <w:rFonts w:ascii="Bahnschrift" w:hAnsi="Bahnschrift" w:cs="Arial"/>
              </w:rPr>
              <w:t xml:space="preserve"> from CBSE in 2020</w:t>
            </w:r>
          </w:p>
          <w:p w14:paraId="301EBDC7" w14:textId="77777777" w:rsidR="00181CC8" w:rsidRPr="00FE5B67" w:rsidRDefault="00181CC8" w:rsidP="00181CC8">
            <w:pPr>
              <w:pStyle w:val="ListParagraph"/>
              <w:numPr>
                <w:ilvl w:val="0"/>
                <w:numId w:val="1"/>
              </w:numPr>
              <w:rPr>
                <w:rFonts w:ascii="Bahnschrift" w:hAnsi="Bahnschrift" w:cs="Arial"/>
              </w:rPr>
            </w:pPr>
            <w:r w:rsidRPr="00FE5B67">
              <w:rPr>
                <w:rFonts w:ascii="Bahnschrift" w:hAnsi="Bahnschrift" w:cs="Arial"/>
              </w:rPr>
              <w:t>Passed out 10</w:t>
            </w:r>
            <w:r w:rsidRPr="00FE5B67">
              <w:rPr>
                <w:rFonts w:ascii="Bahnschrift" w:hAnsi="Bahnschrift" w:cs="Arial"/>
                <w:vertAlign w:val="superscript"/>
              </w:rPr>
              <w:t>th</w:t>
            </w:r>
            <w:r w:rsidRPr="00FE5B67">
              <w:rPr>
                <w:rFonts w:ascii="Bahnschrift" w:hAnsi="Bahnschrift" w:cs="Arial"/>
              </w:rPr>
              <w:t xml:space="preserve"> from CBSE in 2018</w:t>
            </w:r>
          </w:p>
          <w:p w14:paraId="266350CA" w14:textId="77777777" w:rsidR="00181CC8" w:rsidRDefault="00181CC8" w:rsidP="00181CC8">
            <w:pPr>
              <w:spacing w:line="360" w:lineRule="auto"/>
              <w:ind w:firstLine="720"/>
            </w:pPr>
          </w:p>
          <w:p w14:paraId="69942689" w14:textId="77777777" w:rsidR="0078624C" w:rsidRPr="00FE5B67" w:rsidRDefault="0078624C" w:rsidP="0078624C">
            <w:pPr>
              <w:pStyle w:val="Heading2"/>
            </w:pPr>
            <w:r w:rsidRPr="00FE5B67">
              <w:t>technical skills</w:t>
            </w:r>
          </w:p>
          <w:p w14:paraId="7397524C" w14:textId="77777777" w:rsidR="0078624C" w:rsidRPr="00D8566C" w:rsidRDefault="0078624C" w:rsidP="00D8566C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Bahnschrift" w:hAnsi="Bahnschrift"/>
                <w:color w:val="000000" w:themeColor="text1"/>
              </w:rPr>
            </w:pPr>
            <w:r w:rsidRPr="00D8566C">
              <w:rPr>
                <w:rFonts w:ascii="Bahnschrift" w:hAnsi="Bahnschrift"/>
                <w:color w:val="000000" w:themeColor="text1"/>
              </w:rPr>
              <w:t>MICROSOFT EXCEL, HLOOKUP ,VLOOKUP ,LOOKUP ,FILTER ,MACROS</w:t>
            </w:r>
          </w:p>
          <w:p w14:paraId="0F3D2978" w14:textId="77777777" w:rsidR="0078624C" w:rsidRPr="00D8566C" w:rsidRDefault="0078624C" w:rsidP="00D8566C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Bahnschrift" w:hAnsi="Bahnschrift"/>
                <w:noProof/>
                <w:color w:val="000000" w:themeColor="text1"/>
              </w:rPr>
            </w:pPr>
            <w:r w:rsidRPr="00D8566C">
              <w:rPr>
                <w:rFonts w:ascii="Bahnschrift" w:hAnsi="Bahnschrift"/>
                <w:noProof/>
                <w:color w:val="000000" w:themeColor="text1"/>
              </w:rPr>
              <w:t>MS WORD ,PPT</w:t>
            </w:r>
          </w:p>
          <w:p w14:paraId="386C9DD0" w14:textId="77777777" w:rsidR="0078624C" w:rsidRPr="00D8566C" w:rsidRDefault="0078624C" w:rsidP="00D8566C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Bahnschrift" w:hAnsi="Bahnschrift"/>
                <w:noProof/>
                <w:color w:val="000000" w:themeColor="text1"/>
              </w:rPr>
            </w:pPr>
            <w:r w:rsidRPr="00D8566C">
              <w:rPr>
                <w:rFonts w:ascii="Bahnschrift" w:hAnsi="Bahnschrift"/>
                <w:noProof/>
                <w:color w:val="000000" w:themeColor="text1"/>
              </w:rPr>
              <w:t>TALLY, JAPANESE TRANSLATION</w:t>
            </w:r>
          </w:p>
          <w:p w14:paraId="39EEF766" w14:textId="77777777" w:rsidR="0078624C" w:rsidRPr="00AA74BD" w:rsidRDefault="0078624C" w:rsidP="0078624C">
            <w:pPr>
              <w:pStyle w:val="Heading2"/>
              <w:rPr>
                <w:noProof/>
              </w:rPr>
            </w:pPr>
            <w:r>
              <w:rPr>
                <w:noProof/>
              </w:rPr>
              <w:t>LANGUAGE SKILLS</w:t>
            </w:r>
          </w:p>
          <w:p w14:paraId="1F95DECC" w14:textId="77777777" w:rsidR="0078624C" w:rsidRPr="00AA74BD" w:rsidRDefault="0078624C" w:rsidP="0078624C">
            <w:pPr>
              <w:pStyle w:val="ListParagraph"/>
              <w:numPr>
                <w:ilvl w:val="0"/>
                <w:numId w:val="3"/>
              </w:numPr>
              <w:rPr>
                <w:rFonts w:ascii="Bahnschrift" w:hAnsi="Bahnschrift"/>
              </w:rPr>
            </w:pPr>
            <w:r w:rsidRPr="00AA74BD">
              <w:rPr>
                <w:rFonts w:ascii="Bahnschrift" w:hAnsi="Bahnschrift"/>
              </w:rPr>
              <w:t>HINDI</w:t>
            </w:r>
          </w:p>
          <w:p w14:paraId="5390EA4F" w14:textId="77777777" w:rsidR="0078624C" w:rsidRDefault="0078624C" w:rsidP="0078624C">
            <w:pPr>
              <w:pStyle w:val="ListParagraph"/>
              <w:numPr>
                <w:ilvl w:val="0"/>
                <w:numId w:val="3"/>
              </w:numPr>
              <w:rPr>
                <w:rFonts w:ascii="Bahnschrift" w:hAnsi="Bahnschrift"/>
              </w:rPr>
            </w:pPr>
            <w:r w:rsidRPr="00AA74BD">
              <w:rPr>
                <w:rFonts w:ascii="Bahnschrift" w:hAnsi="Bahnschrift"/>
              </w:rPr>
              <w:t>ENGLISH</w:t>
            </w:r>
          </w:p>
          <w:p w14:paraId="7979CD5C" w14:textId="77777777" w:rsidR="0078624C" w:rsidRDefault="0078624C" w:rsidP="0078624C">
            <w:pPr>
              <w:pStyle w:val="ListParagraph"/>
              <w:numPr>
                <w:ilvl w:val="0"/>
                <w:numId w:val="3"/>
              </w:num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JAPANESE</w:t>
            </w:r>
          </w:p>
          <w:p w14:paraId="50C83B81" w14:textId="77777777" w:rsidR="0078624C" w:rsidRDefault="0078624C" w:rsidP="0078624C">
            <w:pPr>
              <w:pStyle w:val="Heading2"/>
            </w:pPr>
            <w:r>
              <w:t>WORK EXPERIENCE</w:t>
            </w:r>
          </w:p>
          <w:p w14:paraId="2C9FB216" w14:textId="77777777" w:rsidR="0078624C" w:rsidRPr="00AA74BD" w:rsidRDefault="0078624C" w:rsidP="0078624C">
            <w:pPr>
              <w:rPr>
                <w:rFonts w:ascii="Bahnschrift" w:hAnsi="Bahnschrift"/>
              </w:rPr>
            </w:pPr>
            <w:r w:rsidRPr="00AA74BD">
              <w:rPr>
                <w:rFonts w:ascii="Bahnschrift" w:hAnsi="Bahnschrift"/>
              </w:rPr>
              <w:t>FRESHER</w:t>
            </w:r>
          </w:p>
          <w:p w14:paraId="057FB0E4" w14:textId="77777777" w:rsidR="0078624C" w:rsidRDefault="0078624C" w:rsidP="0078624C">
            <w:pPr>
              <w:pStyle w:val="Heading2"/>
            </w:pPr>
            <w:r>
              <w:t>PERSONAL DETAILS</w:t>
            </w:r>
          </w:p>
          <w:p w14:paraId="0EB1C577" w14:textId="77777777" w:rsidR="0078624C" w:rsidRPr="00AA74BD" w:rsidRDefault="0078624C" w:rsidP="0078624C">
            <w:pPr>
              <w:spacing w:line="360" w:lineRule="auto"/>
              <w:rPr>
                <w:rFonts w:ascii="Bahnschrift" w:hAnsi="Bahnschrift"/>
              </w:rPr>
            </w:pPr>
            <w:r w:rsidRPr="00AA74BD">
              <w:rPr>
                <w:rFonts w:ascii="Bahnschrift" w:hAnsi="Bahnschrift"/>
              </w:rPr>
              <w:t>FATHER NAME                                          RINKEEJ KUMAR</w:t>
            </w:r>
          </w:p>
          <w:p w14:paraId="54F12744" w14:textId="77777777" w:rsidR="0078624C" w:rsidRPr="00AA74BD" w:rsidRDefault="0078624C" w:rsidP="0078624C">
            <w:pPr>
              <w:spacing w:line="360" w:lineRule="auto"/>
              <w:rPr>
                <w:rFonts w:ascii="Bahnschrift" w:hAnsi="Bahnschrift"/>
              </w:rPr>
            </w:pPr>
            <w:r w:rsidRPr="00AA74BD">
              <w:rPr>
                <w:rFonts w:ascii="Bahnschrift" w:hAnsi="Bahnschrift"/>
              </w:rPr>
              <w:t>D.O.B                                                         26-09-2002</w:t>
            </w:r>
          </w:p>
          <w:p w14:paraId="427C4F05" w14:textId="77777777" w:rsidR="0078624C" w:rsidRPr="00AA74BD" w:rsidRDefault="0078624C" w:rsidP="0078624C">
            <w:pPr>
              <w:spacing w:line="360" w:lineRule="auto"/>
              <w:rPr>
                <w:rFonts w:ascii="Bahnschrift" w:hAnsi="Bahnschrift"/>
              </w:rPr>
            </w:pPr>
            <w:r w:rsidRPr="00AA74BD">
              <w:rPr>
                <w:rFonts w:ascii="Bahnschrift" w:hAnsi="Bahnschrift"/>
              </w:rPr>
              <w:t xml:space="preserve">ADDRESS                                                     A\374 DAL MILL ROAD UTTAM NAGAR </w:t>
            </w:r>
          </w:p>
          <w:p w14:paraId="35F03B33" w14:textId="77777777" w:rsidR="0078624C" w:rsidRPr="00AA74BD" w:rsidRDefault="0078624C" w:rsidP="0078624C">
            <w:pPr>
              <w:spacing w:line="360" w:lineRule="auto"/>
              <w:rPr>
                <w:rFonts w:ascii="Bahnschrift" w:hAnsi="Bahnschrift"/>
              </w:rPr>
            </w:pPr>
            <w:r w:rsidRPr="00AA74BD">
              <w:rPr>
                <w:rFonts w:ascii="Bahnschrift" w:hAnsi="Bahnschrift"/>
              </w:rPr>
              <w:t>MARITAL STATUS                                           SINGLE</w:t>
            </w:r>
          </w:p>
          <w:p w14:paraId="5C1BD8D6" w14:textId="77777777" w:rsidR="0078624C" w:rsidRPr="00AA74BD" w:rsidRDefault="0078624C" w:rsidP="0078624C">
            <w:pPr>
              <w:spacing w:line="360" w:lineRule="auto"/>
              <w:rPr>
                <w:rFonts w:ascii="Bahnschrift" w:hAnsi="Bahnschrift"/>
              </w:rPr>
            </w:pPr>
          </w:p>
          <w:p w14:paraId="2DC4FBA3" w14:textId="77777777" w:rsidR="0078624C" w:rsidRPr="00AA74BD" w:rsidRDefault="0078624C" w:rsidP="00181CC8">
            <w:pPr>
              <w:spacing w:line="360" w:lineRule="auto"/>
              <w:ind w:firstLine="720"/>
            </w:pPr>
          </w:p>
        </w:tc>
      </w:tr>
    </w:tbl>
    <w:p w14:paraId="6E8C3B6D" w14:textId="0AE3C858" w:rsidR="0078624C" w:rsidRDefault="0078624C" w:rsidP="000C45FF">
      <w:pPr>
        <w:tabs>
          <w:tab w:val="left" w:pos="990"/>
        </w:tabs>
      </w:pPr>
    </w:p>
    <w:p w14:paraId="26B64E42" w14:textId="5F8986DF" w:rsidR="0078624C" w:rsidRDefault="0078624C" w:rsidP="000C45FF">
      <w:pPr>
        <w:tabs>
          <w:tab w:val="left" w:pos="990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6E865F" wp14:editId="6557D11D">
            <wp:simplePos x="0" y="0"/>
            <wp:positionH relativeFrom="margin">
              <wp:posOffset>4976495</wp:posOffset>
            </wp:positionH>
            <wp:positionV relativeFrom="margin">
              <wp:posOffset>292735</wp:posOffset>
            </wp:positionV>
            <wp:extent cx="1616710" cy="1478280"/>
            <wp:effectExtent l="133350" t="114300" r="135890" b="16002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4782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47CC59" w14:textId="18E5B976" w:rsidR="0078624C" w:rsidRDefault="0078624C" w:rsidP="000C45FF">
      <w:pPr>
        <w:tabs>
          <w:tab w:val="left" w:pos="990"/>
        </w:tabs>
      </w:pPr>
    </w:p>
    <w:p w14:paraId="389721C3" w14:textId="21860E25" w:rsidR="0078624C" w:rsidRDefault="0078624C" w:rsidP="000C45FF">
      <w:pPr>
        <w:tabs>
          <w:tab w:val="left" w:pos="990"/>
        </w:tabs>
      </w:pPr>
    </w:p>
    <w:p w14:paraId="56C892E9" w14:textId="77777777" w:rsidR="0078624C" w:rsidRDefault="0078624C" w:rsidP="000C45FF">
      <w:pPr>
        <w:tabs>
          <w:tab w:val="left" w:pos="990"/>
        </w:tabs>
      </w:pPr>
    </w:p>
    <w:p w14:paraId="3A5CFF9F" w14:textId="77777777" w:rsidR="0078624C" w:rsidRDefault="0078624C" w:rsidP="000C45FF">
      <w:pPr>
        <w:tabs>
          <w:tab w:val="left" w:pos="990"/>
        </w:tabs>
      </w:pPr>
    </w:p>
    <w:p w14:paraId="2460A1A5" w14:textId="50AC331C" w:rsidR="0078624C" w:rsidRDefault="0078624C" w:rsidP="000C45FF">
      <w:pPr>
        <w:tabs>
          <w:tab w:val="left" w:pos="990"/>
        </w:tabs>
      </w:pPr>
    </w:p>
    <w:p w14:paraId="363D7447" w14:textId="36742989" w:rsidR="0043117B" w:rsidRDefault="0078624C" w:rsidP="000C45FF">
      <w:pPr>
        <w:tabs>
          <w:tab w:val="left" w:pos="990"/>
        </w:tabs>
      </w:pPr>
      <w:r>
        <w:br w:type="textWrapping" w:clear="all"/>
      </w:r>
    </w:p>
    <w:sectPr w:rsidR="0043117B" w:rsidSect="000C45F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8CF3" w14:textId="77777777" w:rsidR="00D56FFD" w:rsidRDefault="00D56FFD" w:rsidP="000C45FF">
      <w:r>
        <w:separator/>
      </w:r>
    </w:p>
  </w:endnote>
  <w:endnote w:type="continuationSeparator" w:id="0">
    <w:p w14:paraId="1D5F5308" w14:textId="77777777" w:rsidR="00D56FFD" w:rsidRDefault="00D56FFD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51CB0" w14:textId="77777777" w:rsidR="00D56FFD" w:rsidRDefault="00D56FFD" w:rsidP="000C45FF">
      <w:r>
        <w:separator/>
      </w:r>
    </w:p>
  </w:footnote>
  <w:footnote w:type="continuationSeparator" w:id="0">
    <w:p w14:paraId="6DB1C2DB" w14:textId="77777777" w:rsidR="00D56FFD" w:rsidRDefault="00D56FFD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65855" w14:textId="0A35D4DD" w:rsidR="000C45FF" w:rsidRPr="00181CC8" w:rsidRDefault="00181CC8" w:rsidP="00181CC8">
    <w:pPr>
      <w:pStyle w:val="Header"/>
      <w:ind w:left="4320"/>
      <w:rPr>
        <w:rFonts w:ascii="Arial Black" w:hAnsi="Arial Black"/>
        <w:sz w:val="36"/>
        <w:szCs w:val="48"/>
        <w:u w:val="single"/>
        <w:lang w:val="en-IN"/>
      </w:rPr>
    </w:pPr>
    <w:r w:rsidRPr="00181CC8">
      <w:rPr>
        <w:rFonts w:ascii="Arial Black" w:hAnsi="Arial Black"/>
        <w:sz w:val="36"/>
        <w:szCs w:val="48"/>
        <w:u w:val="single"/>
        <w:lang w:val="en-IN"/>
      </w:rPr>
      <w:t>RESUME</w:t>
    </w:r>
  </w:p>
  <w:p w14:paraId="4E33E62B" w14:textId="77777777" w:rsidR="00181CC8" w:rsidRPr="00181CC8" w:rsidRDefault="00181CC8" w:rsidP="00181CC8">
    <w:pPr>
      <w:pStyle w:val="Header"/>
      <w:ind w:left="4320"/>
      <w:rPr>
        <w:rFonts w:ascii="Arial Black" w:hAnsi="Arial Black"/>
        <w:sz w:val="36"/>
        <w:szCs w:val="48"/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74F"/>
    <w:multiLevelType w:val="hybridMultilevel"/>
    <w:tmpl w:val="67A6D4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AC4270"/>
    <w:multiLevelType w:val="hybridMultilevel"/>
    <w:tmpl w:val="4D1A709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BC1513"/>
    <w:multiLevelType w:val="hybridMultilevel"/>
    <w:tmpl w:val="48E025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75250"/>
    <w:multiLevelType w:val="hybridMultilevel"/>
    <w:tmpl w:val="811A4A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72677">
    <w:abstractNumId w:val="3"/>
  </w:num>
  <w:num w:numId="2" w16cid:durableId="2753870">
    <w:abstractNumId w:val="2"/>
  </w:num>
  <w:num w:numId="3" w16cid:durableId="1223172100">
    <w:abstractNumId w:val="0"/>
  </w:num>
  <w:num w:numId="4" w16cid:durableId="1321077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FD"/>
    <w:rsid w:val="00036450"/>
    <w:rsid w:val="0005373F"/>
    <w:rsid w:val="00094499"/>
    <w:rsid w:val="000C45FF"/>
    <w:rsid w:val="000E3FD1"/>
    <w:rsid w:val="00112054"/>
    <w:rsid w:val="001317D8"/>
    <w:rsid w:val="001525E1"/>
    <w:rsid w:val="00180329"/>
    <w:rsid w:val="00181CC8"/>
    <w:rsid w:val="0019001F"/>
    <w:rsid w:val="001A74A5"/>
    <w:rsid w:val="001B2ABD"/>
    <w:rsid w:val="001E0391"/>
    <w:rsid w:val="001E1759"/>
    <w:rsid w:val="001F1ECC"/>
    <w:rsid w:val="002400EB"/>
    <w:rsid w:val="00256CF7"/>
    <w:rsid w:val="00281FD5"/>
    <w:rsid w:val="0030481B"/>
    <w:rsid w:val="003156FC"/>
    <w:rsid w:val="003254B5"/>
    <w:rsid w:val="0037121F"/>
    <w:rsid w:val="003910D8"/>
    <w:rsid w:val="003A6B7D"/>
    <w:rsid w:val="003B06CA"/>
    <w:rsid w:val="004071FC"/>
    <w:rsid w:val="00445947"/>
    <w:rsid w:val="004813B3"/>
    <w:rsid w:val="00496591"/>
    <w:rsid w:val="004C63E4"/>
    <w:rsid w:val="004D3011"/>
    <w:rsid w:val="005262AC"/>
    <w:rsid w:val="005E39D5"/>
    <w:rsid w:val="00600670"/>
    <w:rsid w:val="0062123A"/>
    <w:rsid w:val="00646E75"/>
    <w:rsid w:val="006771D0"/>
    <w:rsid w:val="00715FCB"/>
    <w:rsid w:val="00743101"/>
    <w:rsid w:val="00764C9F"/>
    <w:rsid w:val="00765B14"/>
    <w:rsid w:val="007775E1"/>
    <w:rsid w:val="0078624C"/>
    <w:rsid w:val="007867A0"/>
    <w:rsid w:val="007927F5"/>
    <w:rsid w:val="00802CA0"/>
    <w:rsid w:val="009260CD"/>
    <w:rsid w:val="00940A66"/>
    <w:rsid w:val="00952C25"/>
    <w:rsid w:val="00A2118D"/>
    <w:rsid w:val="00AA74BD"/>
    <w:rsid w:val="00AD0A50"/>
    <w:rsid w:val="00AD76E2"/>
    <w:rsid w:val="00B20152"/>
    <w:rsid w:val="00B359E4"/>
    <w:rsid w:val="00B57D98"/>
    <w:rsid w:val="00B70850"/>
    <w:rsid w:val="00C066B6"/>
    <w:rsid w:val="00C37BA1"/>
    <w:rsid w:val="00C4674C"/>
    <w:rsid w:val="00C506CF"/>
    <w:rsid w:val="00C72BED"/>
    <w:rsid w:val="00C9578B"/>
    <w:rsid w:val="00CB0055"/>
    <w:rsid w:val="00D2522B"/>
    <w:rsid w:val="00D422DE"/>
    <w:rsid w:val="00D5459D"/>
    <w:rsid w:val="00D56FFD"/>
    <w:rsid w:val="00D8566C"/>
    <w:rsid w:val="00DA1F4D"/>
    <w:rsid w:val="00DD172A"/>
    <w:rsid w:val="00E25A26"/>
    <w:rsid w:val="00E4381A"/>
    <w:rsid w:val="00E55D74"/>
    <w:rsid w:val="00F60274"/>
    <w:rsid w:val="00F77FB9"/>
    <w:rsid w:val="00FB068F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8E933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A66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940A66"/>
    <w:rPr>
      <w:rFonts w:asciiTheme="majorHAnsi" w:eastAsiaTheme="majorEastAsia" w:hAnsiTheme="majorHAnsi" w:cstheme="majorBidi"/>
      <w:b/>
      <w:caps/>
      <w:color w:val="548AB7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ListParagraph">
    <w:name w:val="List Paragraph"/>
    <w:basedOn w:val="Normal"/>
    <w:uiPriority w:val="34"/>
    <w:semiHidden/>
    <w:qFormat/>
    <w:rsid w:val="00D5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gar\AppData\Local\Microsoft\Office\16.0\DTS\en-US%7bC97E6D9F-C66D-4D2E-985C-452EAFC876B6%7d\%7b92948BEB-F231-4F57-81B9-01B3A1AA5658%7dtf00546271_win32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A5F9E-E8EC-4D32-A686-2A982F60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{92948BEB-F231-4F57-81B9-01B3A1AA5658}tf00546271_win32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2023-02-26T12:58:00Z</dcterms:created>
  <dcterms:modified xsi:type="dcterms:W3CDTF">2023-02-26T14:34:00Z</dcterms:modified>
</cp:coreProperties>
</file>