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115" w:type="dxa"/>
          <w:right w:w="115" w:type="dxa"/>
        </w:tblCellMar>
        <w:tblLook w:val="04A0" w:firstRow="1" w:lastRow="0" w:firstColumn="1" w:lastColumn="0" w:noHBand="0" w:noVBand="1"/>
      </w:tblPr>
      <w:tblGrid>
        <w:gridCol w:w="3600"/>
        <w:gridCol w:w="720"/>
        <w:gridCol w:w="6470"/>
      </w:tblGrid>
      <w:tr w:rsidR="001B2ABD" w14:paraId="1D7B47E2" w14:textId="77777777" w:rsidTr="001B2ABD">
        <w:trPr>
          <w:trHeight w:val="4410"/>
        </w:trPr>
        <w:tc>
          <w:tcPr>
            <w:tcW w:w="3600" w:type="dxa"/>
            <w:vAlign w:val="bottom"/>
          </w:tcPr>
          <w:p w14:paraId="1D705851" w14:textId="45EB8B66" w:rsidR="001B2ABD" w:rsidRDefault="001B2ABD" w:rsidP="001B2ABD">
            <w:pPr>
              <w:tabs>
                <w:tab w:val="left" w:pos="990"/>
              </w:tabs>
              <w:jc w:val="center"/>
            </w:pPr>
          </w:p>
        </w:tc>
        <w:tc>
          <w:tcPr>
            <w:tcW w:w="720" w:type="dxa"/>
          </w:tcPr>
          <w:p w14:paraId="79F8DE55" w14:textId="77777777" w:rsidR="001B2ABD" w:rsidRDefault="001B2ABD" w:rsidP="000C45FF">
            <w:pPr>
              <w:tabs>
                <w:tab w:val="left" w:pos="990"/>
              </w:tabs>
            </w:pPr>
          </w:p>
        </w:tc>
        <w:tc>
          <w:tcPr>
            <w:tcW w:w="6470" w:type="dxa"/>
            <w:vAlign w:val="bottom"/>
          </w:tcPr>
          <w:p w14:paraId="2F29B496" w14:textId="77777777" w:rsidR="00D8735A" w:rsidRDefault="00D8735A" w:rsidP="001B2ABD">
            <w:pPr>
              <w:pStyle w:val="Title"/>
            </w:pPr>
            <w:r>
              <w:t>GIRWAR</w:t>
            </w:r>
          </w:p>
          <w:p w14:paraId="5B766AF3" w14:textId="5A20960F" w:rsidR="001B2ABD" w:rsidRDefault="00D8735A" w:rsidP="001B2ABD">
            <w:pPr>
              <w:pStyle w:val="Title"/>
            </w:pPr>
            <w:r>
              <w:t>SINGH</w:t>
            </w:r>
          </w:p>
          <w:p w14:paraId="68F1C0B8" w14:textId="0AD7B98F" w:rsidR="001B2ABD" w:rsidRDefault="001B2ABD" w:rsidP="001B2ABD">
            <w:pPr>
              <w:pStyle w:val="Subtitle"/>
            </w:pPr>
          </w:p>
        </w:tc>
      </w:tr>
      <w:tr w:rsidR="001B2ABD" w14:paraId="66466549" w14:textId="77777777" w:rsidTr="001B2ABD">
        <w:tc>
          <w:tcPr>
            <w:tcW w:w="3600" w:type="dxa"/>
          </w:tcPr>
          <w:p w14:paraId="4440949D" w14:textId="7271C923" w:rsidR="00D8735A" w:rsidRPr="00D8735A" w:rsidRDefault="00D8735A" w:rsidP="00D8735A">
            <w:pPr>
              <w:spacing w:before="148"/>
              <w:ind w:left="103"/>
              <w:rPr>
                <w:b/>
                <w:sz w:val="36"/>
                <w:szCs w:val="36"/>
              </w:rPr>
            </w:pPr>
            <w:r w:rsidRPr="00D8735A">
              <w:rPr>
                <w:b/>
                <w:color w:val="FFFFFF"/>
                <w:w w:val="95"/>
                <w:sz w:val="36"/>
                <w:szCs w:val="36"/>
                <w:shd w:val="clear" w:color="auto" w:fill="EC9C00"/>
              </w:rPr>
              <w:t>Professional</w:t>
            </w:r>
            <w:r w:rsidRPr="00D8735A">
              <w:rPr>
                <w:b/>
                <w:color w:val="FFFFFF"/>
                <w:spacing w:val="11"/>
                <w:w w:val="95"/>
                <w:sz w:val="36"/>
                <w:szCs w:val="36"/>
                <w:shd w:val="clear" w:color="auto" w:fill="EC9C00"/>
              </w:rPr>
              <w:t xml:space="preserve"> </w:t>
            </w:r>
            <w:r w:rsidRPr="00D8735A">
              <w:rPr>
                <w:b/>
                <w:color w:val="FFFFFF"/>
                <w:w w:val="95"/>
                <w:sz w:val="36"/>
                <w:szCs w:val="36"/>
                <w:shd w:val="clear" w:color="auto" w:fill="EC9C00"/>
              </w:rPr>
              <w:t>summary</w:t>
            </w:r>
          </w:p>
          <w:p w14:paraId="1D81784E" w14:textId="1C4DFB6A" w:rsidR="001B2ABD" w:rsidRDefault="001B2ABD" w:rsidP="00036450">
            <w:pPr>
              <w:pStyle w:val="Heading3"/>
            </w:pPr>
          </w:p>
          <w:p w14:paraId="3FB6C9BB" w14:textId="774ADBAA" w:rsidR="00D8735A" w:rsidRDefault="00D8735A" w:rsidP="00D8735A">
            <w:pPr>
              <w:pStyle w:val="BodyText"/>
              <w:spacing w:before="8"/>
              <w:rPr>
                <w:b/>
                <w:sz w:val="23"/>
              </w:rPr>
            </w:pPr>
          </w:p>
          <w:p w14:paraId="6265EDB0" w14:textId="77777777" w:rsidR="00D8735A" w:rsidRDefault="00D8735A" w:rsidP="00D8735A">
            <w:pPr>
              <w:ind w:left="118"/>
            </w:pPr>
            <w:r>
              <w:t>Dedicated and results-driven Senior Associate with 5 years of experience excelling</w:t>
            </w:r>
            <w:r>
              <w:rPr>
                <w:spacing w:val="-54"/>
              </w:rPr>
              <w:t xml:space="preserve"> </w:t>
            </w:r>
            <w:r>
              <w:t>in fast-paced customer service environments. Proven track record of fostering</w:t>
            </w:r>
            <w:r>
              <w:rPr>
                <w:spacing w:val="1"/>
              </w:rPr>
              <w:t xml:space="preserve"> </w:t>
            </w:r>
            <w:r>
              <w:t>positive relationships, analyzing data, and implementing innovative solutions to</w:t>
            </w:r>
            <w:r>
              <w:rPr>
                <w:spacing w:val="1"/>
              </w:rPr>
              <w:t xml:space="preserve"> </w:t>
            </w:r>
            <w:r>
              <w:t>drive</w:t>
            </w:r>
            <w:r>
              <w:rPr>
                <w:spacing w:val="-5"/>
              </w:rPr>
              <w:t xml:space="preserve"> </w:t>
            </w:r>
            <w:r>
              <w:t>customer</w:t>
            </w:r>
            <w:r>
              <w:rPr>
                <w:spacing w:val="-4"/>
              </w:rPr>
              <w:t xml:space="preserve"> </w:t>
            </w:r>
            <w:r>
              <w:t>satisfaction</w:t>
            </w:r>
            <w:r>
              <w:rPr>
                <w:spacing w:val="-7"/>
              </w:rPr>
              <w:t xml:space="preserve"> </w:t>
            </w:r>
            <w:r>
              <w:t>and</w:t>
            </w:r>
            <w:r>
              <w:rPr>
                <w:spacing w:val="-5"/>
              </w:rPr>
              <w:t xml:space="preserve"> </w:t>
            </w:r>
            <w:r>
              <w:t>productivity.</w:t>
            </w:r>
            <w:r>
              <w:rPr>
                <w:spacing w:val="1"/>
              </w:rPr>
              <w:t xml:space="preserve"> </w:t>
            </w:r>
            <w:r>
              <w:t>Skilled</w:t>
            </w:r>
            <w:r>
              <w:rPr>
                <w:spacing w:val="-2"/>
              </w:rPr>
              <w:t xml:space="preserve"> </w:t>
            </w:r>
            <w:r>
              <w:t>in</w:t>
            </w:r>
            <w:r>
              <w:rPr>
                <w:spacing w:val="-6"/>
              </w:rPr>
              <w:t xml:space="preserve"> </w:t>
            </w:r>
            <w:r>
              <w:t>managing</w:t>
            </w:r>
            <w:r>
              <w:rPr>
                <w:spacing w:val="-2"/>
              </w:rPr>
              <w:t xml:space="preserve"> </w:t>
            </w:r>
            <w:r>
              <w:t>multiple</w:t>
            </w:r>
            <w:r>
              <w:rPr>
                <w:spacing w:val="-1"/>
              </w:rPr>
              <w:t xml:space="preserve"> </w:t>
            </w:r>
            <w:r>
              <w:t>projects,</w:t>
            </w:r>
            <w:r>
              <w:rPr>
                <w:spacing w:val="-53"/>
              </w:rPr>
              <w:t xml:space="preserve"> </w:t>
            </w:r>
            <w:r>
              <w:t>resolving inquiries professionally, and leading process improvements. Proficient in</w:t>
            </w:r>
            <w:r>
              <w:rPr>
                <w:spacing w:val="-54"/>
              </w:rPr>
              <w:t xml:space="preserve"> </w:t>
            </w:r>
            <w:r>
              <w:t>communication, teamwork, and working effectively under pressure. Seeking to</w:t>
            </w:r>
            <w:r>
              <w:rPr>
                <w:spacing w:val="1"/>
              </w:rPr>
              <w:t xml:space="preserve"> </w:t>
            </w:r>
            <w:r>
              <w:t>leverage extensive</w:t>
            </w:r>
            <w:r>
              <w:rPr>
                <w:spacing w:val="1"/>
              </w:rPr>
              <w:t xml:space="preserve"> </w:t>
            </w:r>
            <w:r>
              <w:t>experience</w:t>
            </w:r>
            <w:r>
              <w:rPr>
                <w:spacing w:val="-4"/>
              </w:rPr>
              <w:t xml:space="preserve"> </w:t>
            </w:r>
            <w:r>
              <w:t>and</w:t>
            </w:r>
            <w:r>
              <w:rPr>
                <w:spacing w:val="-5"/>
              </w:rPr>
              <w:t xml:space="preserve"> </w:t>
            </w:r>
            <w:r>
              <w:t>coordination</w:t>
            </w:r>
            <w:r>
              <w:rPr>
                <w:spacing w:val="-5"/>
              </w:rPr>
              <w:t xml:space="preserve"> </w:t>
            </w:r>
            <w:r>
              <w:t>skills</w:t>
            </w:r>
            <w:r>
              <w:rPr>
                <w:spacing w:val="-4"/>
              </w:rPr>
              <w:t xml:space="preserve"> </w:t>
            </w:r>
            <w:r>
              <w:t>in</w:t>
            </w:r>
            <w:r>
              <w:rPr>
                <w:spacing w:val="-6"/>
              </w:rPr>
              <w:t xml:space="preserve"> </w:t>
            </w:r>
            <w:r>
              <w:t>a</w:t>
            </w:r>
            <w:r>
              <w:rPr>
                <w:spacing w:val="-4"/>
              </w:rPr>
              <w:t xml:space="preserve"> </w:t>
            </w:r>
            <w:r>
              <w:t>Customer</w:t>
            </w:r>
            <w:r>
              <w:rPr>
                <w:spacing w:val="-2"/>
              </w:rPr>
              <w:t xml:space="preserve"> </w:t>
            </w:r>
            <w:r>
              <w:t>Service</w:t>
            </w:r>
            <w:r>
              <w:rPr>
                <w:spacing w:val="-4"/>
              </w:rPr>
              <w:t xml:space="preserve"> </w:t>
            </w:r>
            <w:r>
              <w:t>role.</w:t>
            </w:r>
          </w:p>
          <w:p w14:paraId="7C4F9583" w14:textId="63E585CC" w:rsidR="00036450" w:rsidRDefault="00036450" w:rsidP="009260CD"/>
          <w:p w14:paraId="1427B60F" w14:textId="77777777" w:rsidR="00036450" w:rsidRDefault="00036450" w:rsidP="00036450"/>
          <w:sdt>
            <w:sdtPr>
              <w:id w:val="-1954003311"/>
              <w:placeholder>
                <w:docPart w:val="89D9647C0D0E43F09E8BD8FDBA597F39"/>
              </w:placeholder>
              <w:temporary/>
              <w:showingPlcHdr/>
              <w15:appearance w15:val="hidden"/>
            </w:sdtPr>
            <w:sdtContent>
              <w:p w14:paraId="52800D7A" w14:textId="77777777" w:rsidR="00036450" w:rsidRPr="00CB0055" w:rsidRDefault="00CB0055" w:rsidP="00CB0055">
                <w:pPr>
                  <w:pStyle w:val="Heading3"/>
                </w:pPr>
                <w:r w:rsidRPr="00CB0055">
                  <w:t>Contact</w:t>
                </w:r>
              </w:p>
            </w:sdtContent>
          </w:sdt>
          <w:sdt>
            <w:sdtPr>
              <w:id w:val="1111563247"/>
              <w:placeholder>
                <w:docPart w:val="84931D9A185F4AAB800D24C1FA0E3955"/>
              </w:placeholder>
              <w:temporary/>
              <w:showingPlcHdr/>
              <w15:appearance w15:val="hidden"/>
            </w:sdtPr>
            <w:sdtContent>
              <w:p w14:paraId="1591EBB9" w14:textId="77777777" w:rsidR="004D3011" w:rsidRDefault="004D3011" w:rsidP="004D3011">
                <w:r w:rsidRPr="004D3011">
                  <w:t>PHONE:</w:t>
                </w:r>
              </w:p>
            </w:sdtContent>
          </w:sdt>
          <w:p w14:paraId="1A0CC8FD" w14:textId="5C0AEED1" w:rsidR="004D3011" w:rsidRDefault="004674F9" w:rsidP="004D3011">
            <w:r>
              <w:t>8788012543</w:t>
            </w:r>
          </w:p>
          <w:p w14:paraId="760FA6CA" w14:textId="5844AA33" w:rsidR="004D3011" w:rsidRDefault="004D3011" w:rsidP="004D3011"/>
          <w:p w14:paraId="517E9828" w14:textId="77777777" w:rsidR="004D3011" w:rsidRDefault="004D3011" w:rsidP="004D3011"/>
          <w:sdt>
            <w:sdtPr>
              <w:id w:val="-240260293"/>
              <w:placeholder>
                <w:docPart w:val="7088757955624708A34F929C3CA1E406"/>
              </w:placeholder>
              <w:temporary/>
              <w:showingPlcHdr/>
              <w15:appearance w15:val="hidden"/>
            </w:sdtPr>
            <w:sdtContent>
              <w:p w14:paraId="00A00B48" w14:textId="77777777" w:rsidR="004D3011" w:rsidRDefault="004D3011" w:rsidP="004D3011">
                <w:r w:rsidRPr="004D3011">
                  <w:t>EMAIL:</w:t>
                </w:r>
              </w:p>
            </w:sdtContent>
          </w:sdt>
          <w:p w14:paraId="16DD66FB" w14:textId="6BB4C531" w:rsidR="00036450" w:rsidRPr="00E4381A" w:rsidRDefault="004674F9" w:rsidP="004D3011">
            <w:pPr>
              <w:rPr>
                <w:rStyle w:val="Hyperlink"/>
              </w:rPr>
            </w:pPr>
            <w:r>
              <w:t>Girwarsingh1998@gmail.com</w:t>
            </w:r>
          </w:p>
          <w:sdt>
            <w:sdtPr>
              <w:id w:val="-1444214663"/>
              <w:placeholder>
                <w:docPart w:val="F2CA3A9859F748CF8C06929D054EF3A4"/>
              </w:placeholder>
              <w:temporary/>
              <w:showingPlcHdr/>
              <w15:appearance w15:val="hidden"/>
            </w:sdtPr>
            <w:sdtContent>
              <w:p w14:paraId="46C469E6" w14:textId="77777777" w:rsidR="004D3011" w:rsidRPr="00CB0055" w:rsidRDefault="00CB0055" w:rsidP="00CB0055">
                <w:pPr>
                  <w:pStyle w:val="Heading3"/>
                </w:pPr>
                <w:r w:rsidRPr="00CB0055">
                  <w:t>Hobbies</w:t>
                </w:r>
              </w:p>
            </w:sdtContent>
          </w:sdt>
          <w:p w14:paraId="213029C0" w14:textId="089DF15C" w:rsidR="004D3011" w:rsidRDefault="004674F9" w:rsidP="004D3011">
            <w:r>
              <w:t>Bike Riding</w:t>
            </w:r>
          </w:p>
          <w:p w14:paraId="0DE6A818" w14:textId="77777777" w:rsidR="004674F9" w:rsidRDefault="004674F9" w:rsidP="004D3011"/>
          <w:p w14:paraId="4C7FC0D1" w14:textId="6ABF15F4" w:rsidR="004674F9" w:rsidRDefault="004674F9" w:rsidP="004D3011">
            <w:r>
              <w:t>Video games</w:t>
            </w:r>
          </w:p>
          <w:p w14:paraId="62FA9574" w14:textId="73DF4725" w:rsidR="004674F9" w:rsidRDefault="004674F9" w:rsidP="004D3011">
            <w:r>
              <w:lastRenderedPageBreak/>
              <w:t>Traveling</w:t>
            </w:r>
          </w:p>
          <w:p w14:paraId="48FC88F3" w14:textId="77777777" w:rsidR="004D3011" w:rsidRDefault="004D3011" w:rsidP="004D3011"/>
          <w:p w14:paraId="00E661C9" w14:textId="77777777" w:rsidR="006F01A5" w:rsidRDefault="006F01A5" w:rsidP="004D3011"/>
          <w:p w14:paraId="7C14A6EE" w14:textId="77777777" w:rsidR="006F01A5" w:rsidRDefault="006F01A5" w:rsidP="004D3011"/>
          <w:p w14:paraId="0ACAF746" w14:textId="1D82863E" w:rsidR="006F01A5" w:rsidRPr="006F01A5" w:rsidRDefault="006F01A5" w:rsidP="006F01A5">
            <w:pPr>
              <w:pStyle w:val="Heading3"/>
              <w:rPr>
                <w:rFonts w:ascii="Tahoma" w:eastAsia="Tahoma" w:hAnsi="Tahoma" w:cs="Tahoma"/>
                <w:color w:val="auto"/>
                <w:sz w:val="22"/>
                <w:szCs w:val="22"/>
              </w:rPr>
            </w:pPr>
            <w:r>
              <w:t>skills</w:t>
            </w:r>
          </w:p>
          <w:p w14:paraId="2FED6D58" w14:textId="77777777" w:rsidR="006F01A5" w:rsidRDefault="006F01A5" w:rsidP="004D3011">
            <w:pPr>
              <w:rPr>
                <w:color w:val="000000" w:themeColor="text1"/>
                <w:szCs w:val="18"/>
              </w:rPr>
            </w:pPr>
          </w:p>
          <w:p w14:paraId="7EFA0EDF" w14:textId="1F1CD393" w:rsidR="006F01A5" w:rsidRDefault="006F01A5" w:rsidP="004D3011">
            <w:pPr>
              <w:rPr>
                <w:color w:val="000000" w:themeColor="text1"/>
                <w:szCs w:val="18"/>
              </w:rPr>
            </w:pPr>
            <w:r>
              <w:rPr>
                <w:color w:val="000000" w:themeColor="text1"/>
                <w:szCs w:val="18"/>
              </w:rPr>
              <w:t>Communicate Skills</w:t>
            </w:r>
          </w:p>
          <w:p w14:paraId="5EE4AC5A" w14:textId="77777777" w:rsidR="006F01A5" w:rsidRDefault="006F01A5" w:rsidP="004D3011">
            <w:pPr>
              <w:rPr>
                <w:color w:val="000000" w:themeColor="text1"/>
                <w:szCs w:val="18"/>
              </w:rPr>
            </w:pPr>
          </w:p>
          <w:p w14:paraId="087E7B18" w14:textId="7BEEADE5" w:rsidR="006F01A5" w:rsidRDefault="006F01A5" w:rsidP="004D3011">
            <w:pPr>
              <w:rPr>
                <w:color w:val="000000" w:themeColor="text1"/>
                <w:szCs w:val="18"/>
              </w:rPr>
            </w:pPr>
            <w:r>
              <w:rPr>
                <w:color w:val="000000" w:themeColor="text1"/>
                <w:szCs w:val="18"/>
              </w:rPr>
              <w:t>Patience</w:t>
            </w:r>
          </w:p>
          <w:p w14:paraId="185FF738" w14:textId="77777777" w:rsidR="006F01A5" w:rsidRDefault="006F01A5" w:rsidP="004D3011">
            <w:pPr>
              <w:rPr>
                <w:color w:val="000000" w:themeColor="text1"/>
                <w:szCs w:val="18"/>
              </w:rPr>
            </w:pPr>
          </w:p>
          <w:p w14:paraId="57E2803F" w14:textId="727A3E6D" w:rsidR="006F01A5" w:rsidRDefault="006F01A5" w:rsidP="004D3011">
            <w:pPr>
              <w:rPr>
                <w:color w:val="000000" w:themeColor="text1"/>
                <w:szCs w:val="18"/>
              </w:rPr>
            </w:pPr>
            <w:r>
              <w:rPr>
                <w:color w:val="000000" w:themeColor="text1"/>
                <w:szCs w:val="18"/>
              </w:rPr>
              <w:t>Teamwork</w:t>
            </w:r>
          </w:p>
          <w:p w14:paraId="7A3E6ABB" w14:textId="77777777" w:rsidR="006F01A5" w:rsidRDefault="006F01A5" w:rsidP="004D3011">
            <w:pPr>
              <w:rPr>
                <w:color w:val="000000" w:themeColor="text1"/>
                <w:szCs w:val="18"/>
              </w:rPr>
            </w:pPr>
          </w:p>
          <w:p w14:paraId="34010565" w14:textId="5F3A3853" w:rsidR="006F01A5" w:rsidRDefault="006F01A5" w:rsidP="004D3011">
            <w:pPr>
              <w:rPr>
                <w:color w:val="000000" w:themeColor="text1"/>
                <w:szCs w:val="18"/>
              </w:rPr>
            </w:pPr>
            <w:r>
              <w:rPr>
                <w:color w:val="000000" w:themeColor="text1"/>
                <w:szCs w:val="18"/>
              </w:rPr>
              <w:t>Time Management</w:t>
            </w:r>
          </w:p>
          <w:p w14:paraId="3C54BE4D" w14:textId="77777777" w:rsidR="006F01A5" w:rsidRDefault="006F01A5" w:rsidP="004D3011">
            <w:pPr>
              <w:rPr>
                <w:color w:val="000000" w:themeColor="text1"/>
                <w:szCs w:val="18"/>
              </w:rPr>
            </w:pPr>
          </w:p>
          <w:p w14:paraId="3F616693" w14:textId="2B40A8C3" w:rsidR="006F01A5" w:rsidRDefault="006F01A5" w:rsidP="004D3011">
            <w:pPr>
              <w:rPr>
                <w:color w:val="000000" w:themeColor="text1"/>
                <w:szCs w:val="18"/>
              </w:rPr>
            </w:pPr>
            <w:r>
              <w:rPr>
                <w:color w:val="000000" w:themeColor="text1"/>
                <w:szCs w:val="18"/>
              </w:rPr>
              <w:t>Problem Solving Skills</w:t>
            </w:r>
          </w:p>
          <w:p w14:paraId="3DE5250D" w14:textId="77777777" w:rsidR="006F01A5" w:rsidRDefault="006F01A5" w:rsidP="004D3011">
            <w:pPr>
              <w:rPr>
                <w:color w:val="000000" w:themeColor="text1"/>
                <w:szCs w:val="18"/>
              </w:rPr>
            </w:pPr>
          </w:p>
          <w:p w14:paraId="5BFE577E" w14:textId="599645C1" w:rsidR="006F01A5" w:rsidRPr="006F01A5" w:rsidRDefault="006F01A5" w:rsidP="004D3011">
            <w:pPr>
              <w:rPr>
                <w:color w:val="000000" w:themeColor="text1"/>
                <w:szCs w:val="18"/>
              </w:rPr>
            </w:pPr>
            <w:r>
              <w:rPr>
                <w:color w:val="000000" w:themeColor="text1"/>
                <w:szCs w:val="18"/>
              </w:rPr>
              <w:t>Customer Service Orientation</w:t>
            </w:r>
          </w:p>
          <w:p w14:paraId="15D1A77F" w14:textId="77777777" w:rsidR="006F01A5" w:rsidRDefault="006F01A5" w:rsidP="004D3011"/>
          <w:p w14:paraId="4FBE6904" w14:textId="4687928D" w:rsidR="006F01A5" w:rsidRPr="004D3011" w:rsidRDefault="006F01A5" w:rsidP="004D3011"/>
        </w:tc>
        <w:tc>
          <w:tcPr>
            <w:tcW w:w="720" w:type="dxa"/>
          </w:tcPr>
          <w:p w14:paraId="56CF961E" w14:textId="77777777" w:rsidR="001B2ABD" w:rsidRPr="00927340" w:rsidRDefault="001B2ABD" w:rsidP="000C45FF">
            <w:pPr>
              <w:tabs>
                <w:tab w:val="left" w:pos="990"/>
              </w:tabs>
              <w:rPr>
                <w:color w:val="000000" w:themeColor="text1"/>
              </w:rPr>
            </w:pPr>
          </w:p>
        </w:tc>
        <w:tc>
          <w:tcPr>
            <w:tcW w:w="6470" w:type="dxa"/>
          </w:tcPr>
          <w:sdt>
            <w:sdtPr>
              <w:rPr>
                <w:color w:val="000000" w:themeColor="text1"/>
              </w:rPr>
              <w:id w:val="1049110328"/>
              <w:placeholder>
                <w:docPart w:val="71AEFA529A334BD68345A630EE17ED21"/>
              </w:placeholder>
              <w:temporary/>
              <w:showingPlcHdr/>
              <w15:appearance w15:val="hidden"/>
            </w:sdtPr>
            <w:sdtContent>
              <w:p w14:paraId="74BEEAAA" w14:textId="77777777" w:rsidR="001B2ABD" w:rsidRPr="00927340" w:rsidRDefault="00E25A26" w:rsidP="00036450">
                <w:pPr>
                  <w:pStyle w:val="Heading2"/>
                  <w:rPr>
                    <w:color w:val="000000" w:themeColor="text1"/>
                  </w:rPr>
                </w:pPr>
                <w:r w:rsidRPr="00927340">
                  <w:rPr>
                    <w:color w:val="000000" w:themeColor="text1"/>
                  </w:rPr>
                  <w:t>EDUCATION</w:t>
                </w:r>
              </w:p>
            </w:sdtContent>
          </w:sdt>
          <w:p w14:paraId="5B3D7FEE" w14:textId="46E8AEE5" w:rsidR="00036450" w:rsidRPr="00927340" w:rsidRDefault="00D8735A" w:rsidP="00B359E4">
            <w:pPr>
              <w:pStyle w:val="Heading4"/>
              <w:rPr>
                <w:color w:val="000000" w:themeColor="text1"/>
              </w:rPr>
            </w:pPr>
            <w:r w:rsidRPr="00927340">
              <w:rPr>
                <w:color w:val="000000" w:themeColor="text1"/>
              </w:rPr>
              <w:t xml:space="preserve">10 class from </w:t>
            </w:r>
            <w:r w:rsidR="00927340" w:rsidRPr="00927340">
              <w:rPr>
                <w:color w:val="000000" w:themeColor="text1"/>
              </w:rPr>
              <w:t>army public scho</w:t>
            </w:r>
            <w:r w:rsidRPr="00927340">
              <w:rPr>
                <w:color w:val="000000" w:themeColor="text1"/>
              </w:rPr>
              <w:t>ol</w:t>
            </w:r>
          </w:p>
          <w:p w14:paraId="51B185C2" w14:textId="23CDCA24" w:rsidR="00D8735A" w:rsidRPr="00927340" w:rsidRDefault="00D8735A" w:rsidP="00CD030F">
            <w:pPr>
              <w:pStyle w:val="Date"/>
              <w:rPr>
                <w:color w:val="000000" w:themeColor="text1"/>
              </w:rPr>
            </w:pPr>
            <w:r w:rsidRPr="00927340">
              <w:rPr>
                <w:color w:val="000000" w:themeColor="text1"/>
              </w:rPr>
              <w:t>2014</w:t>
            </w:r>
            <w:r w:rsidR="00036450" w:rsidRPr="00927340">
              <w:rPr>
                <w:color w:val="000000" w:themeColor="text1"/>
              </w:rPr>
              <w:t xml:space="preserve"> - </w:t>
            </w:r>
            <w:r w:rsidRPr="00927340">
              <w:rPr>
                <w:color w:val="000000" w:themeColor="text1"/>
              </w:rPr>
              <w:t xml:space="preserve">2015 </w:t>
            </w:r>
            <w:r w:rsidR="00927340" w:rsidRPr="00927340">
              <w:rPr>
                <w:color w:val="000000" w:themeColor="text1"/>
              </w:rPr>
              <w:t xml:space="preserve">with </w:t>
            </w:r>
            <w:r w:rsidR="004674F9">
              <w:rPr>
                <w:color w:val="000000" w:themeColor="text1"/>
              </w:rPr>
              <w:t>C</w:t>
            </w:r>
            <w:r w:rsidR="00927340" w:rsidRPr="00927340">
              <w:rPr>
                <w:color w:val="000000" w:themeColor="text1"/>
              </w:rPr>
              <w:t>bse board</w:t>
            </w:r>
          </w:p>
          <w:p w14:paraId="1F4D50DA" w14:textId="77777777" w:rsidR="00D8735A" w:rsidRPr="00927340" w:rsidRDefault="00D8735A" w:rsidP="00B359E4">
            <w:pPr>
              <w:pStyle w:val="Heading4"/>
              <w:rPr>
                <w:color w:val="000000" w:themeColor="text1"/>
              </w:rPr>
            </w:pPr>
          </w:p>
          <w:p w14:paraId="5D056AD0" w14:textId="62906257" w:rsidR="00D8735A" w:rsidRPr="00927340" w:rsidRDefault="00D8735A" w:rsidP="00D8735A">
            <w:pPr>
              <w:pStyle w:val="Heading4"/>
              <w:rPr>
                <w:color w:val="000000" w:themeColor="text1"/>
              </w:rPr>
            </w:pPr>
            <w:r w:rsidRPr="00927340">
              <w:rPr>
                <w:color w:val="000000" w:themeColor="text1"/>
              </w:rPr>
              <w:t>1</w:t>
            </w:r>
            <w:r w:rsidRPr="00927340">
              <w:rPr>
                <w:color w:val="000000" w:themeColor="text1"/>
              </w:rPr>
              <w:t>2</w:t>
            </w:r>
            <w:r w:rsidRPr="00927340">
              <w:rPr>
                <w:color w:val="000000" w:themeColor="text1"/>
              </w:rPr>
              <w:t xml:space="preserve"> class from </w:t>
            </w:r>
            <w:r w:rsidR="00927340" w:rsidRPr="00927340">
              <w:rPr>
                <w:color w:val="000000" w:themeColor="text1"/>
              </w:rPr>
              <w:t>army public scho</w:t>
            </w:r>
            <w:r w:rsidRPr="00927340">
              <w:rPr>
                <w:color w:val="000000" w:themeColor="text1"/>
              </w:rPr>
              <w:t>ol</w:t>
            </w:r>
          </w:p>
          <w:p w14:paraId="33DF9005" w14:textId="105B0919" w:rsidR="00D8735A" w:rsidRDefault="00D8735A" w:rsidP="00D8735A">
            <w:pPr>
              <w:pStyle w:val="Date"/>
              <w:rPr>
                <w:color w:val="000000" w:themeColor="text1"/>
              </w:rPr>
            </w:pPr>
            <w:r w:rsidRPr="00927340">
              <w:rPr>
                <w:color w:val="000000" w:themeColor="text1"/>
              </w:rPr>
              <w:t>201</w:t>
            </w:r>
            <w:r w:rsidRPr="00927340">
              <w:rPr>
                <w:color w:val="000000" w:themeColor="text1"/>
              </w:rPr>
              <w:t>6</w:t>
            </w:r>
            <w:r w:rsidRPr="00927340">
              <w:rPr>
                <w:color w:val="000000" w:themeColor="text1"/>
              </w:rPr>
              <w:t xml:space="preserve"> </w:t>
            </w:r>
            <w:r w:rsidRPr="00927340">
              <w:rPr>
                <w:color w:val="000000" w:themeColor="text1"/>
              </w:rPr>
              <w:t>–</w:t>
            </w:r>
            <w:r w:rsidRPr="00927340">
              <w:rPr>
                <w:color w:val="000000" w:themeColor="text1"/>
              </w:rPr>
              <w:t xml:space="preserve"> 201</w:t>
            </w:r>
            <w:r w:rsidRPr="00927340">
              <w:rPr>
                <w:color w:val="000000" w:themeColor="text1"/>
              </w:rPr>
              <w:t xml:space="preserve">7 </w:t>
            </w:r>
            <w:r w:rsidR="00927340" w:rsidRPr="00927340">
              <w:rPr>
                <w:color w:val="000000" w:themeColor="text1"/>
              </w:rPr>
              <w:t xml:space="preserve">with </w:t>
            </w:r>
            <w:r w:rsidR="004674F9">
              <w:rPr>
                <w:color w:val="000000" w:themeColor="text1"/>
              </w:rPr>
              <w:t>C</w:t>
            </w:r>
            <w:r w:rsidR="00927340" w:rsidRPr="00927340">
              <w:rPr>
                <w:color w:val="000000" w:themeColor="text1"/>
              </w:rPr>
              <w:t>bse board</w:t>
            </w:r>
          </w:p>
          <w:p w14:paraId="791EADA3" w14:textId="77777777" w:rsidR="004674F9" w:rsidRDefault="004674F9" w:rsidP="004674F9"/>
          <w:p w14:paraId="57E32658" w14:textId="77777777" w:rsidR="004674F9" w:rsidRDefault="004674F9" w:rsidP="004674F9"/>
          <w:p w14:paraId="604C8723" w14:textId="2D3F7D87" w:rsidR="004674F9" w:rsidRDefault="004674F9" w:rsidP="004674F9">
            <w:r w:rsidRPr="006F01A5">
              <w:rPr>
                <w:b/>
                <w:bCs/>
              </w:rPr>
              <w:t>Bachelor of Arts (BA</w:t>
            </w:r>
            <w:r>
              <w:t xml:space="preserve">) </w:t>
            </w:r>
          </w:p>
          <w:p w14:paraId="0824DA96" w14:textId="77777777" w:rsidR="004674F9" w:rsidRDefault="004674F9" w:rsidP="004674F9"/>
          <w:p w14:paraId="725CDE2C" w14:textId="243FEBE3" w:rsidR="004674F9" w:rsidRDefault="004674F9" w:rsidP="004674F9">
            <w:r>
              <w:t>Pursing (distance education) from MDU, Rothak</w:t>
            </w:r>
          </w:p>
          <w:p w14:paraId="194B963F" w14:textId="77777777" w:rsidR="004674F9" w:rsidRDefault="004674F9" w:rsidP="004674F9"/>
          <w:p w14:paraId="515AC706" w14:textId="0953CD00" w:rsidR="004674F9" w:rsidRPr="006F01A5" w:rsidRDefault="004674F9" w:rsidP="004674F9">
            <w:pPr>
              <w:rPr>
                <w:b/>
                <w:bCs/>
              </w:rPr>
            </w:pPr>
            <w:r w:rsidRPr="006F01A5">
              <w:rPr>
                <w:b/>
                <w:bCs/>
              </w:rPr>
              <w:t>Additional Courses</w:t>
            </w:r>
            <w:r w:rsidRPr="006F01A5">
              <w:rPr>
                <w:b/>
                <w:bCs/>
              </w:rPr>
              <w:br/>
            </w:r>
          </w:p>
          <w:p w14:paraId="75399893" w14:textId="484FB9E3" w:rsidR="004674F9" w:rsidRDefault="004674F9" w:rsidP="004674F9">
            <w:r>
              <w:t xml:space="preserve">Diploma in Draughtsman Mechanical </w:t>
            </w:r>
          </w:p>
          <w:p w14:paraId="17D6394E" w14:textId="3BAAD468" w:rsidR="004674F9" w:rsidRDefault="004674F9" w:rsidP="004674F9">
            <w:r>
              <w:t xml:space="preserve">In 2019 from ITI </w:t>
            </w:r>
          </w:p>
          <w:p w14:paraId="57D48F74" w14:textId="77777777" w:rsidR="004674F9" w:rsidRPr="004674F9" w:rsidRDefault="004674F9" w:rsidP="004674F9"/>
          <w:p w14:paraId="61EC3558" w14:textId="241274A5" w:rsidR="00036450" w:rsidRPr="00927340" w:rsidRDefault="00036450" w:rsidP="00036450">
            <w:pPr>
              <w:rPr>
                <w:color w:val="000000" w:themeColor="text1"/>
              </w:rPr>
            </w:pPr>
          </w:p>
          <w:sdt>
            <w:sdtPr>
              <w:rPr>
                <w:color w:val="000000" w:themeColor="text1"/>
              </w:rPr>
              <w:id w:val="1001553383"/>
              <w:placeholder>
                <w:docPart w:val="52354F66E5F84BF4A2EEDEE81E53D61B"/>
              </w:placeholder>
              <w:temporary/>
              <w:showingPlcHdr/>
              <w15:appearance w15:val="hidden"/>
            </w:sdtPr>
            <w:sdtContent>
              <w:p w14:paraId="210C3D5C" w14:textId="24FD1BE7" w:rsidR="00927340" w:rsidRPr="00CD030F" w:rsidRDefault="00036450" w:rsidP="00CD030F">
                <w:pPr>
                  <w:pStyle w:val="Heading2"/>
                  <w:rPr>
                    <w:color w:val="000000" w:themeColor="text1"/>
                  </w:rPr>
                </w:pPr>
                <w:r w:rsidRPr="00927340">
                  <w:rPr>
                    <w:color w:val="000000" w:themeColor="text1"/>
                  </w:rPr>
                  <w:t>WORK EXPERIENCE</w:t>
                </w:r>
              </w:p>
            </w:sdtContent>
          </w:sdt>
          <w:p w14:paraId="1D19E1EA" w14:textId="0C4FB727" w:rsidR="00927340" w:rsidRPr="00CD030F" w:rsidRDefault="00CD030F" w:rsidP="00927340">
            <w:pPr>
              <w:rPr>
                <w:b/>
                <w:bCs/>
                <w:color w:val="000000" w:themeColor="text1"/>
                <w:sz w:val="32"/>
                <w:szCs w:val="32"/>
              </w:rPr>
            </w:pPr>
            <w:r w:rsidRPr="00CD030F">
              <w:rPr>
                <w:b/>
                <w:bCs/>
                <w:color w:val="000000" w:themeColor="text1"/>
                <w:sz w:val="32"/>
                <w:szCs w:val="32"/>
              </w:rPr>
              <w:t xml:space="preserve">Escalation Manger </w:t>
            </w:r>
          </w:p>
          <w:p w14:paraId="7B9EEB1A" w14:textId="77777777" w:rsidR="00CD030F" w:rsidRDefault="00CD030F" w:rsidP="00927340">
            <w:pPr>
              <w:rPr>
                <w:color w:val="000000" w:themeColor="text1"/>
              </w:rPr>
            </w:pPr>
          </w:p>
          <w:p w14:paraId="20D14E05" w14:textId="2CCD4CB3" w:rsidR="00CD030F" w:rsidRDefault="00CD030F" w:rsidP="00927340">
            <w:pPr>
              <w:rPr>
                <w:color w:val="000000" w:themeColor="text1"/>
              </w:rPr>
            </w:pPr>
            <w:r w:rsidRPr="00CD030F">
              <w:rPr>
                <w:color w:val="000000" w:themeColor="text1"/>
              </w:rPr>
              <w:t xml:space="preserve">Nov-2023 -currently </w:t>
            </w:r>
            <w:r w:rsidRPr="00CD030F">
              <w:rPr>
                <w:color w:val="000000" w:themeColor="text1"/>
              </w:rPr>
              <w:t>working</w:t>
            </w:r>
            <w:r w:rsidRPr="00CD030F">
              <w:rPr>
                <w:color w:val="000000" w:themeColor="text1"/>
              </w:rPr>
              <w:t xml:space="preserve"> Go Mechanic </w:t>
            </w:r>
            <w:r>
              <w:rPr>
                <w:color w:val="000000" w:themeColor="text1"/>
              </w:rPr>
              <w:t xml:space="preserve">- </w:t>
            </w:r>
            <w:r w:rsidRPr="00CD030F">
              <w:rPr>
                <w:color w:val="000000" w:themeColor="text1"/>
              </w:rPr>
              <w:t>Gurgaon</w:t>
            </w:r>
          </w:p>
          <w:p w14:paraId="288CC3BB" w14:textId="77777777" w:rsidR="00CD030F" w:rsidRDefault="00CD030F" w:rsidP="00927340">
            <w:pPr>
              <w:rPr>
                <w:color w:val="000000" w:themeColor="text1"/>
              </w:rPr>
            </w:pPr>
          </w:p>
          <w:p w14:paraId="488E47A1" w14:textId="77777777" w:rsidR="00CD030F" w:rsidRDefault="00CD030F" w:rsidP="00927340">
            <w:pPr>
              <w:rPr>
                <w:color w:val="000000" w:themeColor="text1"/>
              </w:rPr>
            </w:pPr>
          </w:p>
          <w:p w14:paraId="6F9F1E60" w14:textId="1BFB3D2A" w:rsidR="00CD030F" w:rsidRDefault="00CD030F" w:rsidP="00927340">
            <w:pPr>
              <w:rPr>
                <w:color w:val="000000" w:themeColor="text1"/>
              </w:rPr>
            </w:pPr>
            <w:r w:rsidRPr="00CD030F">
              <w:rPr>
                <w:color w:val="000000" w:themeColor="text1"/>
              </w:rPr>
              <w:t>Position Overview: An Escalation Handling Agent is a critical member of the customer support or service team, responsible for managing and resolving complex or high-priority customer issues that have escalated beyond the initial support level. This role involves addressing customer concerns with empathy and efficiency, ensuring that each issue is resolved to the customer ’s satisfaction while maintaining company policies and standards.</w:t>
            </w:r>
          </w:p>
          <w:p w14:paraId="61EEFD36" w14:textId="77777777" w:rsidR="00CD030F" w:rsidRDefault="00CD030F" w:rsidP="00927340">
            <w:pPr>
              <w:rPr>
                <w:color w:val="000000" w:themeColor="text1"/>
              </w:rPr>
            </w:pPr>
          </w:p>
          <w:p w14:paraId="59ACFD27" w14:textId="77777777" w:rsidR="00CD030F" w:rsidRPr="00CD030F" w:rsidRDefault="00CD030F" w:rsidP="00CD030F">
            <w:pPr>
              <w:rPr>
                <w:color w:val="000000" w:themeColor="text1"/>
              </w:rPr>
            </w:pPr>
            <w:r w:rsidRPr="00CD030F">
              <w:rPr>
                <w:color w:val="000000" w:themeColor="text1"/>
              </w:rPr>
              <w:t>•Handle escalated customer complaints, concerns, or issues that cannot be resolved by frontline support agents.</w:t>
            </w:r>
          </w:p>
          <w:p w14:paraId="5C78A7E5" w14:textId="77777777" w:rsidR="00CD030F" w:rsidRPr="00CD030F" w:rsidRDefault="00CD030F" w:rsidP="00CD030F">
            <w:pPr>
              <w:rPr>
                <w:color w:val="000000" w:themeColor="text1"/>
              </w:rPr>
            </w:pPr>
            <w:r w:rsidRPr="00CD030F">
              <w:rPr>
                <w:color w:val="000000" w:themeColor="text1"/>
              </w:rPr>
              <w:t>•Analyze the nature and root cause of the escalation to provide effective solutions.</w:t>
            </w:r>
          </w:p>
          <w:p w14:paraId="2B6CB943" w14:textId="050C10CA" w:rsidR="006F01A5" w:rsidRPr="00CD030F" w:rsidRDefault="00CD030F" w:rsidP="00CD030F">
            <w:pPr>
              <w:rPr>
                <w:color w:val="000000" w:themeColor="text1"/>
              </w:rPr>
            </w:pPr>
            <w:r w:rsidRPr="00CD030F">
              <w:rPr>
                <w:color w:val="000000" w:themeColor="text1"/>
              </w:rPr>
              <w:t>•Collaborate with other departments or teams as necessary to resolve complex problems.</w:t>
            </w:r>
          </w:p>
          <w:p w14:paraId="42C3E0A3" w14:textId="77777777" w:rsidR="00CD030F" w:rsidRPr="00CD030F" w:rsidRDefault="00CD030F" w:rsidP="00CD030F">
            <w:pPr>
              <w:rPr>
                <w:color w:val="000000" w:themeColor="text1"/>
              </w:rPr>
            </w:pPr>
            <w:r w:rsidRPr="00CD030F">
              <w:rPr>
                <w:color w:val="000000" w:themeColor="text1"/>
              </w:rPr>
              <w:lastRenderedPageBreak/>
              <w:t>• Maintain clear, professional, and empathetic communication with customers throughout the escalation process.</w:t>
            </w:r>
          </w:p>
          <w:p w14:paraId="6F8DB583" w14:textId="77777777" w:rsidR="00CD030F" w:rsidRPr="00CD030F" w:rsidRDefault="00CD030F" w:rsidP="00CD030F">
            <w:pPr>
              <w:rPr>
                <w:color w:val="000000" w:themeColor="text1"/>
              </w:rPr>
            </w:pPr>
            <w:r w:rsidRPr="00CD030F">
              <w:rPr>
                <w:color w:val="000000" w:themeColor="text1"/>
              </w:rPr>
              <w:t>•Provide timely updates to customers about the status of their issues and expected resolution timelines.</w:t>
            </w:r>
          </w:p>
          <w:p w14:paraId="2A795CCD" w14:textId="77777777" w:rsidR="00CD030F" w:rsidRPr="00CD030F" w:rsidRDefault="00CD030F" w:rsidP="00CD030F">
            <w:pPr>
              <w:rPr>
                <w:color w:val="000000" w:themeColor="text1"/>
              </w:rPr>
            </w:pPr>
            <w:r w:rsidRPr="00CD030F">
              <w:rPr>
                <w:color w:val="000000" w:themeColor="text1"/>
              </w:rPr>
              <w:t>•Follow up on unresolved issues and ensure that resolutions are implemented effectively.</w:t>
            </w:r>
          </w:p>
          <w:p w14:paraId="28F5B4B9" w14:textId="0CE9E1D8" w:rsidR="00CD030F" w:rsidRDefault="00CD030F" w:rsidP="00CD030F">
            <w:pPr>
              <w:rPr>
                <w:color w:val="000000" w:themeColor="text1"/>
              </w:rPr>
            </w:pPr>
            <w:r w:rsidRPr="00CD030F">
              <w:rPr>
                <w:color w:val="000000" w:themeColor="text1"/>
              </w:rPr>
              <w:t>•Escalate cases to higher management or specialized teams when necessary.</w:t>
            </w:r>
          </w:p>
          <w:p w14:paraId="6BB0A8E6" w14:textId="77777777" w:rsidR="006F01A5" w:rsidRPr="006F01A5" w:rsidRDefault="006F01A5" w:rsidP="006F01A5">
            <w:pPr>
              <w:pStyle w:val="ListParagraph"/>
              <w:rPr>
                <w:color w:val="000000" w:themeColor="text1"/>
              </w:rPr>
            </w:pPr>
          </w:p>
          <w:p w14:paraId="3C20DFE4" w14:textId="77777777" w:rsidR="006F01A5" w:rsidRDefault="006F01A5" w:rsidP="00CD030F">
            <w:pPr>
              <w:rPr>
                <w:color w:val="000000" w:themeColor="text1"/>
              </w:rPr>
            </w:pPr>
          </w:p>
          <w:p w14:paraId="0B198AED" w14:textId="77777777" w:rsidR="006F01A5" w:rsidRPr="006F01A5" w:rsidRDefault="006F01A5" w:rsidP="006F01A5">
            <w:pPr>
              <w:pStyle w:val="ListParagraph"/>
              <w:rPr>
                <w:color w:val="000000" w:themeColor="text1"/>
              </w:rPr>
            </w:pPr>
          </w:p>
          <w:p w14:paraId="66C24CB9" w14:textId="77777777" w:rsidR="00CD030F" w:rsidRPr="00927340" w:rsidRDefault="00CD030F" w:rsidP="00927340">
            <w:pPr>
              <w:rPr>
                <w:color w:val="000000" w:themeColor="text1"/>
              </w:rPr>
            </w:pPr>
          </w:p>
          <w:p w14:paraId="67C0AF8B" w14:textId="77777777" w:rsidR="00927340" w:rsidRPr="00927340" w:rsidRDefault="00927340" w:rsidP="00927340">
            <w:pPr>
              <w:rPr>
                <w:color w:val="000000" w:themeColor="text1"/>
              </w:rPr>
            </w:pPr>
          </w:p>
          <w:p w14:paraId="4BB14B3E" w14:textId="4ED8C8B9" w:rsidR="00CD030F" w:rsidRPr="00CD030F" w:rsidRDefault="00CD030F" w:rsidP="00CD030F">
            <w:pPr>
              <w:rPr>
                <w:b/>
                <w:bCs/>
                <w:color w:val="000000" w:themeColor="text1"/>
                <w:sz w:val="32"/>
                <w:szCs w:val="32"/>
              </w:rPr>
            </w:pPr>
            <w:r w:rsidRPr="00CD030F">
              <w:rPr>
                <w:b/>
                <w:bCs/>
                <w:color w:val="000000" w:themeColor="text1"/>
                <w:sz w:val="32"/>
                <w:szCs w:val="32"/>
              </w:rPr>
              <w:t>S</w:t>
            </w:r>
            <w:r w:rsidRPr="00CD030F">
              <w:rPr>
                <w:b/>
                <w:bCs/>
                <w:color w:val="000000" w:themeColor="text1"/>
                <w:sz w:val="32"/>
                <w:szCs w:val="32"/>
              </w:rPr>
              <w:t xml:space="preserve">enior </w:t>
            </w:r>
            <w:r w:rsidRPr="00CD030F">
              <w:rPr>
                <w:b/>
                <w:bCs/>
                <w:color w:val="000000" w:themeColor="text1"/>
                <w:sz w:val="32"/>
                <w:szCs w:val="32"/>
              </w:rPr>
              <w:t>A</w:t>
            </w:r>
            <w:r w:rsidRPr="00CD030F">
              <w:rPr>
                <w:b/>
                <w:bCs/>
                <w:color w:val="000000" w:themeColor="text1"/>
                <w:sz w:val="32"/>
                <w:szCs w:val="32"/>
              </w:rPr>
              <w:t>ssociate</w:t>
            </w:r>
          </w:p>
          <w:p w14:paraId="6BA05619" w14:textId="77777777" w:rsidR="00CD030F" w:rsidRPr="00CD030F" w:rsidRDefault="00CD030F" w:rsidP="00CD030F">
            <w:pPr>
              <w:rPr>
                <w:color w:val="000000" w:themeColor="text1"/>
              </w:rPr>
            </w:pPr>
            <w:r w:rsidRPr="00CD030F">
              <w:rPr>
                <w:color w:val="000000" w:themeColor="text1"/>
              </w:rPr>
              <w:t>April 2022 – Nov-2023</w:t>
            </w:r>
          </w:p>
          <w:p w14:paraId="0113EF5A" w14:textId="2B8A58F1" w:rsidR="00CD030F" w:rsidRPr="00CD030F" w:rsidRDefault="00CD030F" w:rsidP="00CD030F">
            <w:pPr>
              <w:rPr>
                <w:color w:val="000000" w:themeColor="text1"/>
              </w:rPr>
            </w:pPr>
            <w:r w:rsidRPr="00CD030F">
              <w:rPr>
                <w:color w:val="000000" w:themeColor="text1"/>
              </w:rPr>
              <w:t>I energizer</w:t>
            </w:r>
            <w:r w:rsidRPr="00CD030F">
              <w:rPr>
                <w:color w:val="000000" w:themeColor="text1"/>
              </w:rPr>
              <w:t xml:space="preserve"> company </w:t>
            </w:r>
            <w:r>
              <w:rPr>
                <w:color w:val="000000" w:themeColor="text1"/>
              </w:rPr>
              <w:t xml:space="preserve">- </w:t>
            </w:r>
            <w:r w:rsidRPr="00CD030F">
              <w:rPr>
                <w:color w:val="000000" w:themeColor="text1"/>
              </w:rPr>
              <w:t>Gurgaon</w:t>
            </w:r>
          </w:p>
          <w:p w14:paraId="74D20351" w14:textId="77777777" w:rsidR="00CD030F" w:rsidRPr="00CD030F" w:rsidRDefault="00CD030F" w:rsidP="00CD030F">
            <w:pPr>
              <w:rPr>
                <w:color w:val="000000" w:themeColor="text1"/>
              </w:rPr>
            </w:pPr>
          </w:p>
          <w:p w14:paraId="37D64066" w14:textId="2213EFD2" w:rsidR="00CD030F" w:rsidRPr="00CD030F" w:rsidRDefault="00CD030F" w:rsidP="00CD030F">
            <w:pPr>
              <w:rPr>
                <w:color w:val="000000" w:themeColor="text1"/>
              </w:rPr>
            </w:pPr>
            <w:r w:rsidRPr="00CD030F">
              <w:rPr>
                <w:color w:val="000000" w:themeColor="text1"/>
              </w:rPr>
              <w:t xml:space="preserve">Senior Associate at </w:t>
            </w:r>
            <w:r w:rsidRPr="00CD030F">
              <w:rPr>
                <w:color w:val="000000" w:themeColor="text1"/>
              </w:rPr>
              <w:t>I energizer</w:t>
            </w:r>
            <w:r w:rsidRPr="00CD030F">
              <w:rPr>
                <w:color w:val="000000" w:themeColor="text1"/>
              </w:rPr>
              <w:t xml:space="preserve"> Company, India: Delivered exceptional customer service and support while working in a fast-paced environment. Developed innovative solutions that drove customer satisfaction and improved productivity. Utilized strong </w:t>
            </w:r>
            <w:r w:rsidRPr="00CD030F">
              <w:rPr>
                <w:color w:val="000000" w:themeColor="text1"/>
              </w:rPr>
              <w:t>organizational</w:t>
            </w:r>
            <w:r w:rsidRPr="00CD030F">
              <w:rPr>
                <w:color w:val="000000" w:themeColor="text1"/>
              </w:rPr>
              <w:t xml:space="preserve"> skills to manage multiple projects and tasks.</w:t>
            </w:r>
          </w:p>
          <w:p w14:paraId="317165BE" w14:textId="77777777" w:rsidR="00CD030F" w:rsidRPr="00CD030F" w:rsidRDefault="00CD030F" w:rsidP="00CD030F">
            <w:pPr>
              <w:rPr>
                <w:color w:val="000000" w:themeColor="text1"/>
              </w:rPr>
            </w:pPr>
          </w:p>
          <w:p w14:paraId="6658F7F2" w14:textId="4E85EAA2" w:rsidR="00CD030F" w:rsidRPr="00CD030F" w:rsidRDefault="00CD030F" w:rsidP="00CD030F">
            <w:pPr>
              <w:rPr>
                <w:color w:val="000000" w:themeColor="text1"/>
              </w:rPr>
            </w:pPr>
            <w:r w:rsidRPr="00CD030F">
              <w:rPr>
                <w:color w:val="000000" w:themeColor="text1"/>
              </w:rPr>
              <w:t>•Fostered positive relationships with customers, vendors, and team members.</w:t>
            </w:r>
          </w:p>
          <w:p w14:paraId="7E2CFB84" w14:textId="1640C9AF" w:rsidR="00CD030F" w:rsidRPr="00CD030F" w:rsidRDefault="00CD030F" w:rsidP="00CD030F">
            <w:pPr>
              <w:rPr>
                <w:color w:val="000000" w:themeColor="text1"/>
              </w:rPr>
            </w:pPr>
            <w:r w:rsidRPr="00CD030F">
              <w:rPr>
                <w:color w:val="000000" w:themeColor="text1"/>
              </w:rPr>
              <w:t>•Analyzed data to identify trends and develop strategies.</w:t>
            </w:r>
          </w:p>
          <w:p w14:paraId="1EB9F9C8" w14:textId="1F5B8D19" w:rsidR="00CD030F" w:rsidRPr="00CD030F" w:rsidRDefault="00CD030F" w:rsidP="00CD030F">
            <w:pPr>
              <w:rPr>
                <w:color w:val="000000" w:themeColor="text1"/>
              </w:rPr>
            </w:pPr>
            <w:r w:rsidRPr="00CD030F">
              <w:rPr>
                <w:color w:val="000000" w:themeColor="text1"/>
              </w:rPr>
              <w:t>•Resolved customer inquiries in a timely and professional manner.</w:t>
            </w:r>
          </w:p>
          <w:p w14:paraId="03CE5D33" w14:textId="05971F4B" w:rsidR="00CD030F" w:rsidRPr="00CD030F" w:rsidRDefault="00CD030F" w:rsidP="00CD030F">
            <w:pPr>
              <w:rPr>
                <w:color w:val="000000" w:themeColor="text1"/>
              </w:rPr>
            </w:pPr>
            <w:r w:rsidRPr="00CD030F">
              <w:rPr>
                <w:color w:val="000000" w:themeColor="text1"/>
              </w:rPr>
              <w:t>•Implemented process improvements, driving efficiency and cost savings.</w:t>
            </w:r>
          </w:p>
          <w:p w14:paraId="1EDA1A43" w14:textId="534D84B9" w:rsidR="00CD030F" w:rsidRPr="00CD030F" w:rsidRDefault="00CD030F" w:rsidP="00CD030F">
            <w:pPr>
              <w:rPr>
                <w:color w:val="000000" w:themeColor="text1"/>
              </w:rPr>
            </w:pPr>
            <w:r w:rsidRPr="00CD030F">
              <w:rPr>
                <w:color w:val="000000" w:themeColor="text1"/>
              </w:rPr>
              <w:t>•Produced monthly performance reports for management review.</w:t>
            </w:r>
          </w:p>
          <w:p w14:paraId="302E40AD" w14:textId="553218FE" w:rsidR="00CD030F" w:rsidRPr="00CD030F" w:rsidRDefault="00CD030F" w:rsidP="00CD030F">
            <w:pPr>
              <w:rPr>
                <w:color w:val="000000" w:themeColor="text1"/>
              </w:rPr>
            </w:pPr>
            <w:r w:rsidRPr="00CD030F">
              <w:rPr>
                <w:color w:val="000000" w:themeColor="text1"/>
              </w:rPr>
              <w:t>•Established standard operating procedures for new processes.</w:t>
            </w:r>
          </w:p>
          <w:p w14:paraId="7973F97F" w14:textId="7DF5A1CF" w:rsidR="00CD030F" w:rsidRPr="00CD030F" w:rsidRDefault="00CD030F" w:rsidP="00CD030F">
            <w:pPr>
              <w:rPr>
                <w:color w:val="000000" w:themeColor="text1"/>
              </w:rPr>
            </w:pPr>
            <w:r w:rsidRPr="00CD030F">
              <w:rPr>
                <w:color w:val="000000" w:themeColor="text1"/>
              </w:rPr>
              <w:t>•Demonstrated leadership capabilities while managing team projects.</w:t>
            </w:r>
          </w:p>
          <w:p w14:paraId="7137765E" w14:textId="77777777" w:rsidR="00CD030F" w:rsidRPr="00CD030F" w:rsidRDefault="00CD030F" w:rsidP="00CD030F">
            <w:pPr>
              <w:rPr>
                <w:color w:val="000000" w:themeColor="text1"/>
              </w:rPr>
            </w:pPr>
          </w:p>
          <w:p w14:paraId="1E1D5959" w14:textId="02871B34" w:rsidR="004D3011" w:rsidRDefault="00CD030F" w:rsidP="00CD030F">
            <w:pPr>
              <w:rPr>
                <w:color w:val="000000" w:themeColor="text1"/>
              </w:rPr>
            </w:pPr>
            <w:r w:rsidRPr="00CD030F">
              <w:rPr>
                <w:color w:val="000000" w:themeColor="text1"/>
              </w:rPr>
              <w:t>•Worked as Senior Associate for two years.</w:t>
            </w:r>
          </w:p>
          <w:p w14:paraId="29E2B3E3" w14:textId="77777777" w:rsidR="00CD030F" w:rsidRDefault="00CD030F" w:rsidP="00CD030F">
            <w:pPr>
              <w:rPr>
                <w:color w:val="000000" w:themeColor="text1"/>
              </w:rPr>
            </w:pPr>
          </w:p>
          <w:p w14:paraId="3C6707F6" w14:textId="77777777" w:rsidR="00CD030F" w:rsidRDefault="00CD030F" w:rsidP="00CD030F">
            <w:pPr>
              <w:rPr>
                <w:color w:val="000000" w:themeColor="text1"/>
              </w:rPr>
            </w:pPr>
          </w:p>
          <w:p w14:paraId="50E22F5F" w14:textId="77777777" w:rsidR="00CD030F" w:rsidRDefault="00CD030F" w:rsidP="00CD030F">
            <w:pPr>
              <w:rPr>
                <w:color w:val="000000" w:themeColor="text1"/>
              </w:rPr>
            </w:pPr>
          </w:p>
          <w:p w14:paraId="77099821" w14:textId="1506417E" w:rsidR="00CD030F" w:rsidRPr="00CD030F" w:rsidRDefault="00CD030F" w:rsidP="00CD030F">
            <w:pPr>
              <w:rPr>
                <w:color w:val="000000" w:themeColor="text1"/>
                <w:sz w:val="32"/>
                <w:szCs w:val="32"/>
              </w:rPr>
            </w:pPr>
            <w:r w:rsidRPr="00CD030F">
              <w:rPr>
                <w:b/>
                <w:bCs/>
                <w:color w:val="000000" w:themeColor="text1"/>
                <w:sz w:val="32"/>
                <w:szCs w:val="32"/>
              </w:rPr>
              <w:t>S</w:t>
            </w:r>
            <w:r w:rsidRPr="00CD030F">
              <w:rPr>
                <w:b/>
                <w:bCs/>
                <w:color w:val="000000" w:themeColor="text1"/>
                <w:sz w:val="32"/>
                <w:szCs w:val="32"/>
              </w:rPr>
              <w:t>enior</w:t>
            </w:r>
            <w:r w:rsidRPr="00CD030F">
              <w:rPr>
                <w:color w:val="000000" w:themeColor="text1"/>
                <w:sz w:val="32"/>
                <w:szCs w:val="32"/>
              </w:rPr>
              <w:t xml:space="preserve"> </w:t>
            </w:r>
            <w:r w:rsidRPr="004674F9">
              <w:rPr>
                <w:b/>
                <w:bCs/>
                <w:color w:val="000000" w:themeColor="text1"/>
                <w:sz w:val="32"/>
                <w:szCs w:val="32"/>
              </w:rPr>
              <w:t>P</w:t>
            </w:r>
            <w:r w:rsidRPr="004674F9">
              <w:rPr>
                <w:b/>
                <w:bCs/>
                <w:color w:val="000000" w:themeColor="text1"/>
                <w:sz w:val="32"/>
                <w:szCs w:val="32"/>
              </w:rPr>
              <w:t xml:space="preserve">rocess </w:t>
            </w:r>
            <w:r w:rsidRPr="004674F9">
              <w:rPr>
                <w:b/>
                <w:bCs/>
                <w:color w:val="000000" w:themeColor="text1"/>
                <w:sz w:val="32"/>
                <w:szCs w:val="32"/>
              </w:rPr>
              <w:t>A</w:t>
            </w:r>
            <w:r w:rsidRPr="004674F9">
              <w:rPr>
                <w:b/>
                <w:bCs/>
                <w:color w:val="000000" w:themeColor="text1"/>
                <w:sz w:val="32"/>
                <w:szCs w:val="32"/>
              </w:rPr>
              <w:t>ssociate</w:t>
            </w:r>
          </w:p>
          <w:p w14:paraId="0AAAB524" w14:textId="0F25A68F" w:rsidR="00CD030F" w:rsidRDefault="00CD030F" w:rsidP="00CD030F">
            <w:pPr>
              <w:rPr>
                <w:color w:val="000000" w:themeColor="text1"/>
              </w:rPr>
            </w:pPr>
            <w:r w:rsidRPr="00CD030F">
              <w:rPr>
                <w:color w:val="000000" w:themeColor="text1"/>
              </w:rPr>
              <w:t>April 2021 - April 2022</w:t>
            </w:r>
            <w:r>
              <w:rPr>
                <w:color w:val="000000" w:themeColor="text1"/>
              </w:rPr>
              <w:t xml:space="preserve"> - </w:t>
            </w:r>
            <w:r w:rsidRPr="00CD030F">
              <w:rPr>
                <w:color w:val="000000" w:themeColor="text1"/>
              </w:rPr>
              <w:t xml:space="preserve">Auquall </w:t>
            </w:r>
            <w:r>
              <w:rPr>
                <w:color w:val="000000" w:themeColor="text1"/>
              </w:rPr>
              <w:t>B</w:t>
            </w:r>
            <w:r w:rsidRPr="00CD030F">
              <w:rPr>
                <w:color w:val="000000" w:themeColor="text1"/>
              </w:rPr>
              <w:t xml:space="preserve">po </w:t>
            </w:r>
            <w:r>
              <w:rPr>
                <w:color w:val="000000" w:themeColor="text1"/>
              </w:rPr>
              <w:t>S</w:t>
            </w:r>
            <w:r w:rsidRPr="00CD030F">
              <w:rPr>
                <w:color w:val="000000" w:themeColor="text1"/>
              </w:rPr>
              <w:t xml:space="preserve">ervices </w:t>
            </w:r>
            <w:r>
              <w:rPr>
                <w:color w:val="000000" w:themeColor="text1"/>
              </w:rPr>
              <w:t>-</w:t>
            </w:r>
            <w:r w:rsidRPr="00CD030F">
              <w:rPr>
                <w:color w:val="000000" w:themeColor="text1"/>
              </w:rPr>
              <w:t xml:space="preserve"> </w:t>
            </w:r>
            <w:r w:rsidRPr="00CD030F">
              <w:rPr>
                <w:color w:val="000000" w:themeColor="text1"/>
              </w:rPr>
              <w:t>Gurgaon</w:t>
            </w:r>
          </w:p>
          <w:p w14:paraId="46CCB951" w14:textId="77777777" w:rsidR="00CD030F" w:rsidRPr="00CD030F" w:rsidRDefault="00CD030F" w:rsidP="00CD030F">
            <w:pPr>
              <w:rPr>
                <w:color w:val="000000" w:themeColor="text1"/>
              </w:rPr>
            </w:pPr>
          </w:p>
          <w:p w14:paraId="51F3D32F" w14:textId="77777777" w:rsidR="00CD030F" w:rsidRPr="00CD030F" w:rsidRDefault="00CD030F" w:rsidP="00CD030F">
            <w:pPr>
              <w:rPr>
                <w:color w:val="000000" w:themeColor="text1"/>
              </w:rPr>
            </w:pPr>
            <w:r w:rsidRPr="00CD030F">
              <w:rPr>
                <w:color w:val="000000" w:themeColor="text1"/>
              </w:rPr>
              <w:t>Senior Process Associate at Auquall BPO Services (India): I was a part of the team that served clients in the IT, banking, and finance domains. During my tenure, I was responsible for solving complex client queries and ensuring customer satisfaction. My duties included:</w:t>
            </w:r>
          </w:p>
          <w:p w14:paraId="11F99941" w14:textId="77777777" w:rsidR="00CD030F" w:rsidRPr="00CD030F" w:rsidRDefault="00CD030F" w:rsidP="00CD030F">
            <w:pPr>
              <w:rPr>
                <w:color w:val="000000" w:themeColor="text1"/>
              </w:rPr>
            </w:pPr>
          </w:p>
          <w:p w14:paraId="2F790AA9" w14:textId="339707AB" w:rsidR="00CD030F" w:rsidRPr="00CD030F" w:rsidRDefault="00CD030F" w:rsidP="00CD030F">
            <w:pPr>
              <w:rPr>
                <w:color w:val="000000" w:themeColor="text1"/>
              </w:rPr>
            </w:pPr>
            <w:r w:rsidRPr="00CD030F">
              <w:rPr>
                <w:color w:val="000000" w:themeColor="text1"/>
              </w:rPr>
              <w:t>•Developing and implementing process improvement initiatives</w:t>
            </w:r>
          </w:p>
          <w:p w14:paraId="519ACA23" w14:textId="440E08B5" w:rsidR="00CD030F" w:rsidRPr="00CD030F" w:rsidRDefault="00CD030F" w:rsidP="00CD030F">
            <w:pPr>
              <w:rPr>
                <w:color w:val="000000" w:themeColor="text1"/>
              </w:rPr>
            </w:pPr>
            <w:r w:rsidRPr="00CD030F">
              <w:rPr>
                <w:color w:val="000000" w:themeColor="text1"/>
              </w:rPr>
              <w:t>•Coordinating with various departments to ensure smooth functioning</w:t>
            </w:r>
          </w:p>
          <w:p w14:paraId="3A498B43" w14:textId="6970DC92" w:rsidR="00CD030F" w:rsidRPr="00CD030F" w:rsidRDefault="00CD030F" w:rsidP="00CD030F">
            <w:pPr>
              <w:rPr>
                <w:color w:val="000000" w:themeColor="text1"/>
              </w:rPr>
            </w:pPr>
            <w:r w:rsidRPr="00CD030F">
              <w:rPr>
                <w:color w:val="000000" w:themeColor="text1"/>
              </w:rPr>
              <w:t>•Developing and maintaining effective communication channels</w:t>
            </w:r>
          </w:p>
          <w:p w14:paraId="32706E6B" w14:textId="29CABE8F" w:rsidR="00CD030F" w:rsidRPr="00CD030F" w:rsidRDefault="00CD030F" w:rsidP="00CD030F">
            <w:pPr>
              <w:rPr>
                <w:color w:val="000000" w:themeColor="text1"/>
              </w:rPr>
            </w:pPr>
            <w:r w:rsidRPr="00CD030F">
              <w:rPr>
                <w:color w:val="000000" w:themeColor="text1"/>
              </w:rPr>
              <w:t>•Managing activities related to customer service</w:t>
            </w:r>
          </w:p>
          <w:p w14:paraId="6EB92EBE" w14:textId="591F3766" w:rsidR="00CD030F" w:rsidRPr="00CD030F" w:rsidRDefault="00CD030F" w:rsidP="00CD030F">
            <w:pPr>
              <w:rPr>
                <w:color w:val="000000" w:themeColor="text1"/>
              </w:rPr>
            </w:pPr>
            <w:r w:rsidRPr="00CD030F">
              <w:rPr>
                <w:color w:val="000000" w:themeColor="text1"/>
              </w:rPr>
              <w:t>•Training new employees on operational procedures</w:t>
            </w:r>
          </w:p>
          <w:p w14:paraId="51432170" w14:textId="1D9D3C51" w:rsidR="00CD030F" w:rsidRPr="00CD030F" w:rsidRDefault="00CD030F" w:rsidP="00CD030F">
            <w:pPr>
              <w:rPr>
                <w:color w:val="000000" w:themeColor="text1"/>
              </w:rPr>
            </w:pPr>
            <w:r w:rsidRPr="00CD030F">
              <w:rPr>
                <w:color w:val="000000" w:themeColor="text1"/>
              </w:rPr>
              <w:t>•Contributing to the development of customer-facing materials</w:t>
            </w:r>
          </w:p>
          <w:p w14:paraId="0A11A144" w14:textId="341FB75C" w:rsidR="00CD030F" w:rsidRDefault="00CD030F" w:rsidP="00CD030F">
            <w:pPr>
              <w:rPr>
                <w:color w:val="000000" w:themeColor="text1"/>
              </w:rPr>
            </w:pPr>
            <w:r w:rsidRPr="00CD030F">
              <w:rPr>
                <w:color w:val="000000" w:themeColor="text1"/>
              </w:rPr>
              <w:t>•Documenting processes and procedures for future use.</w:t>
            </w:r>
          </w:p>
          <w:p w14:paraId="445FEB65" w14:textId="77777777" w:rsidR="00CD030F" w:rsidRDefault="00CD030F" w:rsidP="00CD030F">
            <w:pPr>
              <w:rPr>
                <w:color w:val="000000" w:themeColor="text1"/>
              </w:rPr>
            </w:pPr>
          </w:p>
          <w:p w14:paraId="6C0C7858" w14:textId="77777777" w:rsidR="00CD030F" w:rsidRDefault="00CD030F" w:rsidP="00CD030F">
            <w:pPr>
              <w:rPr>
                <w:color w:val="000000" w:themeColor="text1"/>
              </w:rPr>
            </w:pPr>
          </w:p>
          <w:p w14:paraId="655BDCDF" w14:textId="77777777" w:rsidR="00CD030F" w:rsidRDefault="00CD030F" w:rsidP="00CD030F">
            <w:pPr>
              <w:rPr>
                <w:color w:val="000000" w:themeColor="text1"/>
              </w:rPr>
            </w:pPr>
          </w:p>
          <w:p w14:paraId="1096662E" w14:textId="77777777" w:rsidR="00CD030F" w:rsidRPr="004674F9" w:rsidRDefault="00CD030F" w:rsidP="00CD030F">
            <w:pPr>
              <w:rPr>
                <w:b/>
                <w:bCs/>
                <w:color w:val="000000" w:themeColor="text1"/>
                <w:sz w:val="32"/>
                <w:szCs w:val="32"/>
              </w:rPr>
            </w:pPr>
            <w:r w:rsidRPr="004674F9">
              <w:rPr>
                <w:b/>
                <w:bCs/>
                <w:color w:val="000000" w:themeColor="text1"/>
                <w:sz w:val="32"/>
                <w:szCs w:val="32"/>
              </w:rPr>
              <w:t>Customer Service Associate</w:t>
            </w:r>
          </w:p>
          <w:p w14:paraId="645504B8" w14:textId="6AF0F5F8" w:rsidR="00CD030F" w:rsidRDefault="00CD030F" w:rsidP="00CD030F">
            <w:pPr>
              <w:rPr>
                <w:color w:val="000000" w:themeColor="text1"/>
              </w:rPr>
            </w:pPr>
            <w:r w:rsidRPr="00CD030F">
              <w:rPr>
                <w:color w:val="000000" w:themeColor="text1"/>
              </w:rPr>
              <w:t>July 2020 - April 2021</w:t>
            </w:r>
            <w:r>
              <w:rPr>
                <w:color w:val="000000" w:themeColor="text1"/>
              </w:rPr>
              <w:t xml:space="preserve"> - </w:t>
            </w:r>
            <w:r w:rsidRPr="00CD030F">
              <w:rPr>
                <w:color w:val="000000" w:themeColor="text1"/>
              </w:rPr>
              <w:t xml:space="preserve">One point one </w:t>
            </w:r>
            <w:r w:rsidRPr="00CD030F">
              <w:rPr>
                <w:color w:val="000000" w:themeColor="text1"/>
              </w:rPr>
              <w:t>solutions</w:t>
            </w:r>
            <w:r w:rsidRPr="00CD030F">
              <w:rPr>
                <w:color w:val="000000" w:themeColor="text1"/>
              </w:rPr>
              <w:t xml:space="preserve"> </w:t>
            </w:r>
            <w:r>
              <w:rPr>
                <w:color w:val="000000" w:themeColor="text1"/>
              </w:rPr>
              <w:t>-</w:t>
            </w:r>
            <w:r w:rsidRPr="00CD030F">
              <w:rPr>
                <w:color w:val="000000" w:themeColor="text1"/>
              </w:rPr>
              <w:t>Gurgaon</w:t>
            </w:r>
          </w:p>
          <w:p w14:paraId="62A636BE" w14:textId="77777777" w:rsidR="00CD030F" w:rsidRDefault="00CD030F" w:rsidP="00CD030F">
            <w:pPr>
              <w:rPr>
                <w:color w:val="000000" w:themeColor="text1"/>
              </w:rPr>
            </w:pPr>
          </w:p>
          <w:p w14:paraId="1438EC3B" w14:textId="77777777" w:rsidR="00CD030F" w:rsidRDefault="00CD030F" w:rsidP="00CD030F">
            <w:pPr>
              <w:rPr>
                <w:color w:val="000000" w:themeColor="text1"/>
              </w:rPr>
            </w:pPr>
          </w:p>
          <w:p w14:paraId="1F88E907" w14:textId="4FF54BB1" w:rsidR="00CD030F" w:rsidRDefault="00CD030F" w:rsidP="00CD030F">
            <w:r w:rsidRPr="00CD030F">
              <w:rPr>
                <w:color w:val="000000" w:themeColor="text1"/>
              </w:rPr>
              <w:t>Highly motivated Customer Service Associate with a year of experience in providing</w:t>
            </w:r>
            <w:r>
              <w:t xml:space="preserve"> </w:t>
            </w:r>
            <w:r w:rsidRPr="00CD030F">
              <w:rPr>
                <w:color w:val="000000" w:themeColor="text1"/>
              </w:rPr>
              <w:t xml:space="preserve">exceptional customer service to customers of One point </w:t>
            </w:r>
            <w:r w:rsidRPr="00CD030F">
              <w:rPr>
                <w:color w:val="000000" w:themeColor="text1"/>
              </w:rPr>
              <w:lastRenderedPageBreak/>
              <w:t xml:space="preserve">one </w:t>
            </w:r>
            <w:r w:rsidRPr="00CD030F">
              <w:rPr>
                <w:color w:val="000000" w:themeColor="text1"/>
              </w:rPr>
              <w:t>solutions</w:t>
            </w:r>
            <w:r w:rsidRPr="00CD030F">
              <w:rPr>
                <w:color w:val="000000" w:themeColor="text1"/>
              </w:rPr>
              <w:t>, India. Served as</w:t>
            </w:r>
            <w:r>
              <w:t xml:space="preserve"> </w:t>
            </w:r>
            <w:r>
              <w:t>an</w:t>
            </w:r>
            <w:r>
              <w:rPr>
                <w:spacing w:val="22"/>
              </w:rPr>
              <w:t xml:space="preserve"> </w:t>
            </w:r>
            <w:r>
              <w:t>integral</w:t>
            </w:r>
            <w:r>
              <w:rPr>
                <w:spacing w:val="28"/>
              </w:rPr>
              <w:t xml:space="preserve"> </w:t>
            </w:r>
            <w:r>
              <w:t>member</w:t>
            </w:r>
            <w:r>
              <w:rPr>
                <w:spacing w:val="27"/>
              </w:rPr>
              <w:t xml:space="preserve"> </w:t>
            </w:r>
            <w:r>
              <w:t>of</w:t>
            </w:r>
            <w:r>
              <w:rPr>
                <w:spacing w:val="27"/>
              </w:rPr>
              <w:t xml:space="preserve"> </w:t>
            </w:r>
            <w:r>
              <w:t>the</w:t>
            </w:r>
            <w:r>
              <w:rPr>
                <w:spacing w:val="23"/>
              </w:rPr>
              <w:t xml:space="preserve"> </w:t>
            </w:r>
            <w:r>
              <w:t>customer</w:t>
            </w:r>
            <w:r>
              <w:rPr>
                <w:spacing w:val="27"/>
              </w:rPr>
              <w:t xml:space="preserve"> </w:t>
            </w:r>
            <w:r>
              <w:t>service</w:t>
            </w:r>
            <w:r>
              <w:rPr>
                <w:spacing w:val="23"/>
              </w:rPr>
              <w:t xml:space="preserve"> </w:t>
            </w:r>
            <w:r>
              <w:t>team</w:t>
            </w:r>
            <w:r>
              <w:rPr>
                <w:spacing w:val="27"/>
              </w:rPr>
              <w:t xml:space="preserve"> </w:t>
            </w:r>
            <w:r>
              <w:t>by</w:t>
            </w:r>
            <w:r>
              <w:rPr>
                <w:spacing w:val="23"/>
              </w:rPr>
              <w:t xml:space="preserve"> </w:t>
            </w:r>
            <w:r>
              <w:t>handling</w:t>
            </w:r>
            <w:r>
              <w:rPr>
                <w:spacing w:val="24"/>
              </w:rPr>
              <w:t xml:space="preserve"> </w:t>
            </w:r>
            <w:r>
              <w:t>customer</w:t>
            </w:r>
            <w:r>
              <w:rPr>
                <w:spacing w:val="26"/>
              </w:rPr>
              <w:t xml:space="preserve"> </w:t>
            </w:r>
            <w:r>
              <w:t>inquiries</w:t>
            </w:r>
            <w:r>
              <w:rPr>
                <w:spacing w:val="28"/>
              </w:rPr>
              <w:t xml:space="preserve"> </w:t>
            </w:r>
            <w:r>
              <w:t>and</w:t>
            </w:r>
            <w:r>
              <w:t xml:space="preserve"> </w:t>
            </w:r>
            <w:r w:rsidRPr="00CD030F">
              <w:t>complaints in a professional manner.</w:t>
            </w:r>
          </w:p>
          <w:p w14:paraId="24E1E1E6" w14:textId="77777777" w:rsidR="00CD030F" w:rsidRDefault="00CD030F" w:rsidP="00CD030F"/>
          <w:p w14:paraId="1761BA88" w14:textId="77777777" w:rsidR="00CD030F" w:rsidRDefault="00CD030F" w:rsidP="00CD030F"/>
          <w:p w14:paraId="4523CDA2" w14:textId="32AC76AB" w:rsidR="00CD030F" w:rsidRPr="00CD030F" w:rsidRDefault="00CD030F" w:rsidP="00CD030F">
            <w:pPr>
              <w:rPr>
                <w:color w:val="000000" w:themeColor="text1"/>
              </w:rPr>
            </w:pPr>
            <w:r w:rsidRPr="00CD030F">
              <w:rPr>
                <w:color w:val="000000" w:themeColor="text1"/>
              </w:rPr>
              <w:t>•Answered incoming customer calls</w:t>
            </w:r>
          </w:p>
          <w:p w14:paraId="0994A648" w14:textId="5DB638C3" w:rsidR="00CD030F" w:rsidRPr="00CD030F" w:rsidRDefault="00CD030F" w:rsidP="00CD030F">
            <w:pPr>
              <w:rPr>
                <w:color w:val="000000" w:themeColor="text1"/>
              </w:rPr>
            </w:pPr>
            <w:r w:rsidRPr="00CD030F">
              <w:rPr>
                <w:color w:val="000000" w:themeColor="text1"/>
              </w:rPr>
              <w:t>•Monitored customer satisfaction levels</w:t>
            </w:r>
          </w:p>
          <w:p w14:paraId="26BBD73F" w14:textId="6787BEF9" w:rsidR="00CD030F" w:rsidRPr="00CD030F" w:rsidRDefault="00CD030F" w:rsidP="00CD030F">
            <w:pPr>
              <w:rPr>
                <w:color w:val="000000" w:themeColor="text1"/>
              </w:rPr>
            </w:pPr>
            <w:r w:rsidRPr="00CD030F">
              <w:rPr>
                <w:color w:val="000000" w:themeColor="text1"/>
              </w:rPr>
              <w:t>•Resolved customer queries in a timely manner</w:t>
            </w:r>
          </w:p>
          <w:p w14:paraId="0F3D637B" w14:textId="30AC92C8" w:rsidR="00CD030F" w:rsidRPr="00CD030F" w:rsidRDefault="00CD030F" w:rsidP="00CD030F">
            <w:pPr>
              <w:rPr>
                <w:color w:val="000000" w:themeColor="text1"/>
              </w:rPr>
            </w:pPr>
            <w:r w:rsidRPr="00CD030F">
              <w:rPr>
                <w:color w:val="000000" w:themeColor="text1"/>
              </w:rPr>
              <w:t>•Developed strategies to improve customer service</w:t>
            </w:r>
          </w:p>
          <w:p w14:paraId="411E261F" w14:textId="7257E301" w:rsidR="00CD030F" w:rsidRPr="00CD030F" w:rsidRDefault="00CD030F" w:rsidP="00CD030F">
            <w:pPr>
              <w:rPr>
                <w:color w:val="000000" w:themeColor="text1"/>
              </w:rPr>
            </w:pPr>
            <w:r w:rsidRPr="00CD030F">
              <w:rPr>
                <w:color w:val="000000" w:themeColor="text1"/>
              </w:rPr>
              <w:t>•Provided product education and support</w:t>
            </w:r>
          </w:p>
          <w:p w14:paraId="3CA95532" w14:textId="02C8F47C" w:rsidR="00CD030F" w:rsidRPr="00CD030F" w:rsidRDefault="00CD030F" w:rsidP="00CD030F">
            <w:pPr>
              <w:rPr>
                <w:color w:val="000000" w:themeColor="text1"/>
              </w:rPr>
            </w:pPr>
            <w:r w:rsidRPr="00CD030F">
              <w:rPr>
                <w:color w:val="000000" w:themeColor="text1"/>
              </w:rPr>
              <w:t>•Maintained updated records of customer interactions</w:t>
            </w:r>
          </w:p>
          <w:p w14:paraId="299C423B" w14:textId="3F2D5C83" w:rsidR="00CD030F" w:rsidRPr="00927340" w:rsidRDefault="00CD030F" w:rsidP="00CD030F">
            <w:pPr>
              <w:rPr>
                <w:color w:val="000000" w:themeColor="text1"/>
              </w:rPr>
            </w:pPr>
            <w:r w:rsidRPr="00CD030F">
              <w:rPr>
                <w:color w:val="000000" w:themeColor="text1"/>
              </w:rPr>
              <w:t>•Explained company policies to customers</w:t>
            </w:r>
          </w:p>
          <w:p w14:paraId="0A7FDCCD" w14:textId="49A4B0FF" w:rsidR="00036450" w:rsidRPr="00927340" w:rsidRDefault="00036450" w:rsidP="004D3011">
            <w:pPr>
              <w:rPr>
                <w:color w:val="000000" w:themeColor="text1"/>
              </w:rPr>
            </w:pPr>
          </w:p>
        </w:tc>
      </w:tr>
    </w:tbl>
    <w:p w14:paraId="35A87FEE" w14:textId="77777777" w:rsidR="00000000" w:rsidRDefault="00000000" w:rsidP="000C45FF">
      <w:pPr>
        <w:tabs>
          <w:tab w:val="left" w:pos="990"/>
        </w:tabs>
      </w:pPr>
    </w:p>
    <w:sectPr w:rsidR="0043117B" w:rsidSect="000C45FF">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EE0F5" w14:textId="77777777" w:rsidR="00C25A9E" w:rsidRDefault="00C25A9E" w:rsidP="000C45FF">
      <w:r>
        <w:separator/>
      </w:r>
    </w:p>
  </w:endnote>
  <w:endnote w:type="continuationSeparator" w:id="0">
    <w:p w14:paraId="7A703484" w14:textId="77777777" w:rsidR="00C25A9E" w:rsidRDefault="00C25A9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731FA" w14:textId="77777777" w:rsidR="00C25A9E" w:rsidRDefault="00C25A9E" w:rsidP="000C45FF">
      <w:r>
        <w:separator/>
      </w:r>
    </w:p>
  </w:footnote>
  <w:footnote w:type="continuationSeparator" w:id="0">
    <w:p w14:paraId="730B1297" w14:textId="77777777" w:rsidR="00C25A9E" w:rsidRDefault="00C25A9E"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103C4" w14:textId="77777777" w:rsidR="000C45FF" w:rsidRDefault="000C45FF">
    <w:pPr>
      <w:pStyle w:val="Header"/>
    </w:pPr>
    <w:r>
      <w:rPr>
        <w:noProof/>
      </w:rPr>
      <w:drawing>
        <wp:anchor distT="0" distB="0" distL="114300" distR="114300" simplePos="0" relativeHeight="251658240" behindDoc="1" locked="0" layoutInCell="1" allowOverlap="1" wp14:anchorId="582170A9" wp14:editId="15EBEB2C">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75535"/>
    <w:multiLevelType w:val="hybridMultilevel"/>
    <w:tmpl w:val="176877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C120B56"/>
    <w:multiLevelType w:val="hybridMultilevel"/>
    <w:tmpl w:val="27F40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0CD340E"/>
    <w:multiLevelType w:val="hybridMultilevel"/>
    <w:tmpl w:val="79ECE4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4588016">
    <w:abstractNumId w:val="0"/>
  </w:num>
  <w:num w:numId="2" w16cid:durableId="1961061851">
    <w:abstractNumId w:val="1"/>
  </w:num>
  <w:num w:numId="3" w16cid:durableId="1110081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35A"/>
    <w:rsid w:val="00036450"/>
    <w:rsid w:val="00094499"/>
    <w:rsid w:val="000C45FF"/>
    <w:rsid w:val="000E3FD1"/>
    <w:rsid w:val="00112054"/>
    <w:rsid w:val="001317D8"/>
    <w:rsid w:val="001525E1"/>
    <w:rsid w:val="00180329"/>
    <w:rsid w:val="0019001F"/>
    <w:rsid w:val="001A74A5"/>
    <w:rsid w:val="001B14CC"/>
    <w:rsid w:val="001B2ABD"/>
    <w:rsid w:val="001E0391"/>
    <w:rsid w:val="001E1759"/>
    <w:rsid w:val="001F1ECC"/>
    <w:rsid w:val="002203F2"/>
    <w:rsid w:val="002400EB"/>
    <w:rsid w:val="00256CF7"/>
    <w:rsid w:val="00281FD5"/>
    <w:rsid w:val="0030481B"/>
    <w:rsid w:val="003156FC"/>
    <w:rsid w:val="003254B5"/>
    <w:rsid w:val="0037121F"/>
    <w:rsid w:val="003910D8"/>
    <w:rsid w:val="003A6B7D"/>
    <w:rsid w:val="003B06CA"/>
    <w:rsid w:val="004071FC"/>
    <w:rsid w:val="00445947"/>
    <w:rsid w:val="004674F9"/>
    <w:rsid w:val="004813B3"/>
    <w:rsid w:val="00496591"/>
    <w:rsid w:val="004C63E4"/>
    <w:rsid w:val="004D3011"/>
    <w:rsid w:val="005262AC"/>
    <w:rsid w:val="005E39D5"/>
    <w:rsid w:val="00600670"/>
    <w:rsid w:val="0062123A"/>
    <w:rsid w:val="00646E75"/>
    <w:rsid w:val="006771D0"/>
    <w:rsid w:val="006F01A5"/>
    <w:rsid w:val="00715FCB"/>
    <w:rsid w:val="00743101"/>
    <w:rsid w:val="00764C9F"/>
    <w:rsid w:val="007775E1"/>
    <w:rsid w:val="007867A0"/>
    <w:rsid w:val="007927F5"/>
    <w:rsid w:val="00802CA0"/>
    <w:rsid w:val="009260CD"/>
    <w:rsid w:val="00927340"/>
    <w:rsid w:val="00940A66"/>
    <w:rsid w:val="00952C25"/>
    <w:rsid w:val="00A2118D"/>
    <w:rsid w:val="00AD0A50"/>
    <w:rsid w:val="00AD76E2"/>
    <w:rsid w:val="00B20152"/>
    <w:rsid w:val="00B359E4"/>
    <w:rsid w:val="00B57D98"/>
    <w:rsid w:val="00B70850"/>
    <w:rsid w:val="00C066B6"/>
    <w:rsid w:val="00C25A9E"/>
    <w:rsid w:val="00C37BA1"/>
    <w:rsid w:val="00C4674C"/>
    <w:rsid w:val="00C506CF"/>
    <w:rsid w:val="00C72BED"/>
    <w:rsid w:val="00C9578B"/>
    <w:rsid w:val="00CB0055"/>
    <w:rsid w:val="00CD030F"/>
    <w:rsid w:val="00D2522B"/>
    <w:rsid w:val="00D422DE"/>
    <w:rsid w:val="00D5459D"/>
    <w:rsid w:val="00D8735A"/>
    <w:rsid w:val="00DA1F4D"/>
    <w:rsid w:val="00DD172A"/>
    <w:rsid w:val="00E25A26"/>
    <w:rsid w:val="00E4381A"/>
    <w:rsid w:val="00E55D74"/>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77CA6"/>
  <w14:defaultImageDpi w14:val="32767"/>
  <w15:chartTrackingRefBased/>
  <w15:docId w15:val="{FD9042FE-70F6-4E55-9330-081A6646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B359E4"/>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940A66"/>
    <w:pPr>
      <w:keepNext/>
      <w:keepLines/>
      <w:spacing w:before="240" w:after="120"/>
      <w:outlineLvl w:val="2"/>
    </w:pPr>
    <w:rPr>
      <w:rFonts w:asciiTheme="majorHAnsi" w:eastAsiaTheme="majorEastAsia" w:hAnsiTheme="majorHAnsi" w:cstheme="majorBidi"/>
      <w:b/>
      <w:caps/>
      <w:color w:val="548AB7" w:themeColor="accent1" w:themeShade="BF"/>
      <w:sz w:val="28"/>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940A66"/>
    <w:rPr>
      <w:rFonts w:asciiTheme="majorHAnsi" w:eastAsiaTheme="majorEastAsia" w:hAnsiTheme="majorHAnsi" w:cstheme="majorBidi"/>
      <w:b/>
      <w:caps/>
      <w:color w:val="548AB7" w:themeColor="accent1" w:themeShade="BF"/>
      <w:sz w:val="28"/>
    </w:rPr>
  </w:style>
  <w:style w:type="character" w:customStyle="1" w:styleId="Heading4Char">
    <w:name w:val="Heading 4 Char"/>
    <w:basedOn w:val="DefaultParagraphFont"/>
    <w:link w:val="Heading4"/>
    <w:uiPriority w:val="9"/>
    <w:rsid w:val="00B359E4"/>
    <w:rPr>
      <w:b/>
      <w:sz w:val="18"/>
      <w:szCs w:val="22"/>
    </w:rPr>
  </w:style>
  <w:style w:type="paragraph" w:styleId="BodyText">
    <w:name w:val="Body Text"/>
    <w:basedOn w:val="Normal"/>
    <w:link w:val="BodyTextChar"/>
    <w:uiPriority w:val="1"/>
    <w:qFormat/>
    <w:rsid w:val="00D8735A"/>
    <w:pPr>
      <w:widowControl w:val="0"/>
      <w:autoSpaceDE w:val="0"/>
      <w:autoSpaceDN w:val="0"/>
    </w:pPr>
    <w:rPr>
      <w:rFonts w:ascii="Tahoma" w:eastAsia="Tahoma" w:hAnsi="Tahoma" w:cs="Tahoma"/>
      <w:sz w:val="16"/>
      <w:szCs w:val="16"/>
      <w:lang w:eastAsia="en-US"/>
    </w:rPr>
  </w:style>
  <w:style w:type="character" w:customStyle="1" w:styleId="BodyTextChar">
    <w:name w:val="Body Text Char"/>
    <w:basedOn w:val="DefaultParagraphFont"/>
    <w:link w:val="BodyText"/>
    <w:uiPriority w:val="1"/>
    <w:rsid w:val="00D8735A"/>
    <w:rPr>
      <w:rFonts w:ascii="Tahoma" w:eastAsia="Tahoma" w:hAnsi="Tahoma" w:cs="Tahoma"/>
      <w:sz w:val="16"/>
      <w:szCs w:val="16"/>
      <w:lang w:eastAsia="en-US"/>
    </w:rPr>
  </w:style>
  <w:style w:type="paragraph" w:styleId="ListParagraph">
    <w:name w:val="List Paragraph"/>
    <w:basedOn w:val="Normal"/>
    <w:uiPriority w:val="34"/>
    <w:semiHidden/>
    <w:qFormat/>
    <w:rsid w:val="006F01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RWAR%20SINGH\AppData\Local\Microsoft\Office\16.0\DTS\en-IN%7b6CB7440A-BE7B-4079-8B81-5A713325438B%7d\%7b2FC2C49F-61C2-41DB-8FBD-46E35A5FC002%7dtf0054627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D9647C0D0E43F09E8BD8FDBA597F39"/>
        <w:category>
          <w:name w:val="General"/>
          <w:gallery w:val="placeholder"/>
        </w:category>
        <w:types>
          <w:type w:val="bbPlcHdr"/>
        </w:types>
        <w:behaviors>
          <w:behavior w:val="content"/>
        </w:behaviors>
        <w:guid w:val="{F10075B3-0881-4650-A75A-D42C66F0B51C}"/>
      </w:docPartPr>
      <w:docPartBody>
        <w:p w:rsidR="00000000" w:rsidRDefault="00000000">
          <w:pPr>
            <w:pStyle w:val="89D9647C0D0E43F09E8BD8FDBA597F39"/>
          </w:pPr>
          <w:r w:rsidRPr="00CB0055">
            <w:t>Contact</w:t>
          </w:r>
        </w:p>
      </w:docPartBody>
    </w:docPart>
    <w:docPart>
      <w:docPartPr>
        <w:name w:val="84931D9A185F4AAB800D24C1FA0E3955"/>
        <w:category>
          <w:name w:val="General"/>
          <w:gallery w:val="placeholder"/>
        </w:category>
        <w:types>
          <w:type w:val="bbPlcHdr"/>
        </w:types>
        <w:behaviors>
          <w:behavior w:val="content"/>
        </w:behaviors>
        <w:guid w:val="{03A09FB6-885A-48F9-AE96-3EBA7BA9545C}"/>
      </w:docPartPr>
      <w:docPartBody>
        <w:p w:rsidR="00000000" w:rsidRDefault="00000000">
          <w:pPr>
            <w:pStyle w:val="84931D9A185F4AAB800D24C1FA0E3955"/>
          </w:pPr>
          <w:r w:rsidRPr="004D3011">
            <w:t>PHONE:</w:t>
          </w:r>
        </w:p>
      </w:docPartBody>
    </w:docPart>
    <w:docPart>
      <w:docPartPr>
        <w:name w:val="7088757955624708A34F929C3CA1E406"/>
        <w:category>
          <w:name w:val="General"/>
          <w:gallery w:val="placeholder"/>
        </w:category>
        <w:types>
          <w:type w:val="bbPlcHdr"/>
        </w:types>
        <w:behaviors>
          <w:behavior w:val="content"/>
        </w:behaviors>
        <w:guid w:val="{68936831-B631-435A-A222-50F213061EE1}"/>
      </w:docPartPr>
      <w:docPartBody>
        <w:p w:rsidR="00000000" w:rsidRDefault="00000000">
          <w:pPr>
            <w:pStyle w:val="7088757955624708A34F929C3CA1E406"/>
          </w:pPr>
          <w:r w:rsidRPr="004D3011">
            <w:t>EMAIL:</w:t>
          </w:r>
        </w:p>
      </w:docPartBody>
    </w:docPart>
    <w:docPart>
      <w:docPartPr>
        <w:name w:val="F2CA3A9859F748CF8C06929D054EF3A4"/>
        <w:category>
          <w:name w:val="General"/>
          <w:gallery w:val="placeholder"/>
        </w:category>
        <w:types>
          <w:type w:val="bbPlcHdr"/>
        </w:types>
        <w:behaviors>
          <w:behavior w:val="content"/>
        </w:behaviors>
        <w:guid w:val="{66FFD5A1-BF2D-49FB-88EC-6037FE4AF149}"/>
      </w:docPartPr>
      <w:docPartBody>
        <w:p w:rsidR="00000000" w:rsidRDefault="00000000">
          <w:pPr>
            <w:pStyle w:val="F2CA3A9859F748CF8C06929D054EF3A4"/>
          </w:pPr>
          <w:r w:rsidRPr="00CB0055">
            <w:t>Hobbies</w:t>
          </w:r>
        </w:p>
      </w:docPartBody>
    </w:docPart>
    <w:docPart>
      <w:docPartPr>
        <w:name w:val="71AEFA529A334BD68345A630EE17ED21"/>
        <w:category>
          <w:name w:val="General"/>
          <w:gallery w:val="placeholder"/>
        </w:category>
        <w:types>
          <w:type w:val="bbPlcHdr"/>
        </w:types>
        <w:behaviors>
          <w:behavior w:val="content"/>
        </w:behaviors>
        <w:guid w:val="{947DF0B5-9648-465D-B8AC-9D6EAB384982}"/>
      </w:docPartPr>
      <w:docPartBody>
        <w:p w:rsidR="00000000" w:rsidRDefault="00000000">
          <w:pPr>
            <w:pStyle w:val="71AEFA529A334BD68345A630EE17ED21"/>
          </w:pPr>
          <w:r w:rsidRPr="00036450">
            <w:t>EDUCATION</w:t>
          </w:r>
        </w:p>
      </w:docPartBody>
    </w:docPart>
    <w:docPart>
      <w:docPartPr>
        <w:name w:val="52354F66E5F84BF4A2EEDEE81E53D61B"/>
        <w:category>
          <w:name w:val="General"/>
          <w:gallery w:val="placeholder"/>
        </w:category>
        <w:types>
          <w:type w:val="bbPlcHdr"/>
        </w:types>
        <w:behaviors>
          <w:behavior w:val="content"/>
        </w:behaviors>
        <w:guid w:val="{A1A443F2-EAB6-4029-836D-6333A97C6E30}"/>
      </w:docPartPr>
      <w:docPartBody>
        <w:p w:rsidR="00000000" w:rsidRDefault="00000000">
          <w:pPr>
            <w:pStyle w:val="52354F66E5F84BF4A2EEDEE81E53D61B"/>
          </w:pPr>
          <w:r w:rsidRPr="00036450">
            <w:t>WORK 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AB"/>
    <w:rsid w:val="002203F2"/>
    <w:rsid w:val="003F4BC2"/>
    <w:rsid w:val="008F47A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156082" w:themeColor="accent1"/>
      </w:pBdr>
      <w:spacing w:before="240" w:after="120" w:line="240" w:lineRule="auto"/>
      <w:outlineLvl w:val="1"/>
    </w:pPr>
    <w:rPr>
      <w:rFonts w:asciiTheme="majorHAnsi" w:eastAsiaTheme="majorEastAsia" w:hAnsiTheme="majorHAnsi" w:cstheme="majorBidi"/>
      <w:b/>
      <w:bCs/>
      <w:caps/>
      <w:kern w:val="0"/>
      <w:sz w:val="22"/>
      <w:szCs w:val="26"/>
      <w:lang w:val="en-US"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4FE75272BF41CF8090C7877D574CDF">
    <w:name w:val="BB4FE75272BF41CF8090C7877D574CDF"/>
  </w:style>
  <w:style w:type="paragraph" w:customStyle="1" w:styleId="576D345E5BF14180AFD642919D3FBD21">
    <w:name w:val="576D345E5BF14180AFD642919D3FBD21"/>
  </w:style>
  <w:style w:type="paragraph" w:customStyle="1" w:styleId="8BAA9F68DBAE4CDEAFAB58C376FC8233">
    <w:name w:val="8BAA9F68DBAE4CDEAFAB58C376FC8233"/>
  </w:style>
  <w:style w:type="paragraph" w:customStyle="1" w:styleId="DC3053E690E545A481E9084F62429116">
    <w:name w:val="DC3053E690E545A481E9084F62429116"/>
  </w:style>
  <w:style w:type="paragraph" w:customStyle="1" w:styleId="89D9647C0D0E43F09E8BD8FDBA597F39">
    <w:name w:val="89D9647C0D0E43F09E8BD8FDBA597F39"/>
  </w:style>
  <w:style w:type="paragraph" w:customStyle="1" w:styleId="84931D9A185F4AAB800D24C1FA0E3955">
    <w:name w:val="84931D9A185F4AAB800D24C1FA0E3955"/>
  </w:style>
  <w:style w:type="paragraph" w:customStyle="1" w:styleId="17F970B56BEA469DB5E9586F84AE46BC">
    <w:name w:val="17F970B56BEA469DB5E9586F84AE46BC"/>
  </w:style>
  <w:style w:type="paragraph" w:customStyle="1" w:styleId="6D4CDB66675C43B9B0725EEC76591808">
    <w:name w:val="6D4CDB66675C43B9B0725EEC76591808"/>
  </w:style>
  <w:style w:type="paragraph" w:customStyle="1" w:styleId="25CF53D949FE4E1C8FF6F640AA0FBA45">
    <w:name w:val="25CF53D949FE4E1C8FF6F640AA0FBA45"/>
  </w:style>
  <w:style w:type="paragraph" w:customStyle="1" w:styleId="7088757955624708A34F929C3CA1E406">
    <w:name w:val="7088757955624708A34F929C3CA1E406"/>
  </w:style>
  <w:style w:type="character" w:styleId="Hyperlink">
    <w:name w:val="Hyperlink"/>
    <w:basedOn w:val="DefaultParagraphFont"/>
    <w:uiPriority w:val="99"/>
    <w:unhideWhenUsed/>
    <w:rPr>
      <w:color w:val="BF4E14" w:themeColor="accent2" w:themeShade="BF"/>
      <w:u w:val="single"/>
    </w:rPr>
  </w:style>
  <w:style w:type="paragraph" w:customStyle="1" w:styleId="764BEC6E1A8C4133889097A6644A633C">
    <w:name w:val="764BEC6E1A8C4133889097A6644A633C"/>
  </w:style>
  <w:style w:type="paragraph" w:customStyle="1" w:styleId="F2CA3A9859F748CF8C06929D054EF3A4">
    <w:name w:val="F2CA3A9859F748CF8C06929D054EF3A4"/>
  </w:style>
  <w:style w:type="paragraph" w:customStyle="1" w:styleId="5444A8BAB8414DE0BA056568F198C071">
    <w:name w:val="5444A8BAB8414DE0BA056568F198C071"/>
  </w:style>
  <w:style w:type="paragraph" w:customStyle="1" w:styleId="42A23DB6FE3F452EB89E72F0293A8E64">
    <w:name w:val="42A23DB6FE3F452EB89E72F0293A8E64"/>
  </w:style>
  <w:style w:type="paragraph" w:customStyle="1" w:styleId="47E79B981012433A9520735A5B302DFD">
    <w:name w:val="47E79B981012433A9520735A5B302DFD"/>
  </w:style>
  <w:style w:type="paragraph" w:customStyle="1" w:styleId="647898EFEBF24693B83E87B39F49E8C9">
    <w:name w:val="647898EFEBF24693B83E87B39F49E8C9"/>
  </w:style>
  <w:style w:type="paragraph" w:customStyle="1" w:styleId="71AEFA529A334BD68345A630EE17ED21">
    <w:name w:val="71AEFA529A334BD68345A630EE17ED21"/>
  </w:style>
  <w:style w:type="paragraph" w:customStyle="1" w:styleId="D2DD70868FB249B48B7EFFC1C469BFEB">
    <w:name w:val="D2DD70868FB249B48B7EFFC1C469BFEB"/>
  </w:style>
  <w:style w:type="paragraph" w:customStyle="1" w:styleId="229C4CF15456489081485175D0FCAE77">
    <w:name w:val="229C4CF15456489081485175D0FCAE77"/>
  </w:style>
  <w:style w:type="paragraph" w:customStyle="1" w:styleId="7E7579A485E146E888A7B801A60034E0">
    <w:name w:val="7E7579A485E146E888A7B801A60034E0"/>
  </w:style>
  <w:style w:type="paragraph" w:customStyle="1" w:styleId="C94FBF4E35F64C3E98223F941FA10CB3">
    <w:name w:val="C94FBF4E35F64C3E98223F941FA10CB3"/>
  </w:style>
  <w:style w:type="paragraph" w:customStyle="1" w:styleId="DFF7F650ECFE4E769BFA8829738A3C06">
    <w:name w:val="DFF7F650ECFE4E769BFA8829738A3C06"/>
  </w:style>
  <w:style w:type="paragraph" w:customStyle="1" w:styleId="B486F471E7FB47A2B8C49837DAE24145">
    <w:name w:val="B486F471E7FB47A2B8C49837DAE24145"/>
  </w:style>
  <w:style w:type="paragraph" w:customStyle="1" w:styleId="8D218C681FA6460AA453C3B395EAAC85">
    <w:name w:val="8D218C681FA6460AA453C3B395EAAC85"/>
  </w:style>
  <w:style w:type="paragraph" w:customStyle="1" w:styleId="52354F66E5F84BF4A2EEDEE81E53D61B">
    <w:name w:val="52354F66E5F84BF4A2EEDEE81E53D61B"/>
  </w:style>
  <w:style w:type="paragraph" w:customStyle="1" w:styleId="F86E41EE46394CAB86A02C1211D454E4">
    <w:name w:val="F86E41EE46394CAB86A02C1211D454E4"/>
  </w:style>
  <w:style w:type="paragraph" w:customStyle="1" w:styleId="9E573AAAB30645A093B5DB211F5B8B93">
    <w:name w:val="9E573AAAB30645A093B5DB211F5B8B93"/>
  </w:style>
  <w:style w:type="paragraph" w:customStyle="1" w:styleId="F222527FF322450DB0932246B63F5CCD">
    <w:name w:val="F222527FF322450DB0932246B63F5CCD"/>
  </w:style>
  <w:style w:type="paragraph" w:customStyle="1" w:styleId="52ACF55E400E4127801D40D0442E02F7">
    <w:name w:val="52ACF55E400E4127801D40D0442E02F7"/>
  </w:style>
  <w:style w:type="paragraph" w:customStyle="1" w:styleId="DCB17DC92BA744BDB543E910251A79C4">
    <w:name w:val="DCB17DC92BA744BDB543E910251A79C4"/>
  </w:style>
  <w:style w:type="paragraph" w:customStyle="1" w:styleId="DAA4A948933D4AC6B13912F14D792034">
    <w:name w:val="DAA4A948933D4AC6B13912F14D792034"/>
  </w:style>
  <w:style w:type="paragraph" w:customStyle="1" w:styleId="2EE1872A88AE4224B7D50619E7D24E2F">
    <w:name w:val="2EE1872A88AE4224B7D50619E7D24E2F"/>
  </w:style>
  <w:style w:type="paragraph" w:customStyle="1" w:styleId="A113B9592A4140EF861175833AFB0EDD">
    <w:name w:val="A113B9592A4140EF861175833AFB0EDD"/>
  </w:style>
  <w:style w:type="paragraph" w:customStyle="1" w:styleId="258C610AEA3442A08505B8E9E8F66D6F">
    <w:name w:val="258C610AEA3442A08505B8E9E8F66D6F"/>
  </w:style>
  <w:style w:type="paragraph" w:customStyle="1" w:styleId="15654EF9D211459CA16AAF2991C76F8D">
    <w:name w:val="15654EF9D211459CA16AAF2991C76F8D"/>
  </w:style>
  <w:style w:type="paragraph" w:customStyle="1" w:styleId="627C2FCB9D694B819526BD0785DF2CBB">
    <w:name w:val="627C2FCB9D694B819526BD0785DF2CBB"/>
  </w:style>
  <w:style w:type="paragraph" w:customStyle="1" w:styleId="74EC758709F94FF7A5E2529B8478F4C1">
    <w:name w:val="74EC758709F94FF7A5E2529B8478F4C1"/>
  </w:style>
  <w:style w:type="paragraph" w:customStyle="1" w:styleId="4F9BD904A0634641B7C9216FE5CCD735">
    <w:name w:val="4F9BD904A0634641B7C9216FE5CCD735"/>
  </w:style>
  <w:style w:type="paragraph" w:customStyle="1" w:styleId="B57B33638C6A43838C3838FA720A3757">
    <w:name w:val="B57B33638C6A43838C3838FA720A3757"/>
  </w:style>
  <w:style w:type="paragraph" w:customStyle="1" w:styleId="67C4755E209C4D1092C112D05332C703">
    <w:name w:val="67C4755E209C4D1092C112D05332C703"/>
  </w:style>
  <w:style w:type="character" w:customStyle="1" w:styleId="Heading2Char">
    <w:name w:val="Heading 2 Char"/>
    <w:basedOn w:val="DefaultParagraphFont"/>
    <w:link w:val="Heading2"/>
    <w:uiPriority w:val="9"/>
    <w:rPr>
      <w:rFonts w:asciiTheme="majorHAnsi" w:eastAsiaTheme="majorEastAsia" w:hAnsiTheme="majorHAnsi" w:cstheme="majorBidi"/>
      <w:b/>
      <w:bCs/>
      <w:caps/>
      <w:kern w:val="0"/>
      <w:sz w:val="22"/>
      <w:szCs w:val="26"/>
      <w:lang w:val="en-US" w:eastAsia="ja-JP"/>
      <w14:ligatures w14:val="none"/>
    </w:rPr>
  </w:style>
  <w:style w:type="paragraph" w:customStyle="1" w:styleId="296788DCC49547BD83046C68155BFE7D">
    <w:name w:val="296788DCC49547BD83046C68155BFE7D"/>
  </w:style>
  <w:style w:type="paragraph" w:customStyle="1" w:styleId="FD01A0D948D444CABB00176C4480363E">
    <w:name w:val="FD01A0D948D444CABB00176C4480363E"/>
    <w:rsid w:val="008F47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FB2C0-80A4-4EFF-9C7B-B050D476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{2FC2C49F-61C2-41DB-8FBD-46E35A5FC002}tf00546271_win32.dotx</Template>
  <TotalTime>36</TotalTime>
  <Pages>3</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GIRWAR SINGH</dc:creator>
  <cp:keywords/>
  <dc:description/>
  <cp:lastModifiedBy>Girwar Singh</cp:lastModifiedBy>
  <cp:revision>1</cp:revision>
  <dcterms:created xsi:type="dcterms:W3CDTF">2024-09-10T11:01:00Z</dcterms:created>
  <dcterms:modified xsi:type="dcterms:W3CDTF">2024-09-10T11:56:00Z</dcterms:modified>
</cp:coreProperties>
</file>